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F2A7" w14:textId="77777777" w:rsidR="00795D6B" w:rsidRPr="00795D6B" w:rsidRDefault="00795D6B" w:rsidP="00795D6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95D6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SARS-CoV-2/human/USA/NJ-CDC-LC0589728/2022, complete genome</w:t>
      </w:r>
    </w:p>
    <w:p w14:paraId="08D6CB09" w14:textId="77777777" w:rsidR="00795D6B" w:rsidRPr="00795D6B" w:rsidRDefault="00795D6B" w:rsidP="00795D6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t>GenBank: ON414822.1</w:t>
      </w:r>
    </w:p>
    <w:p w14:paraId="3337CDFF" w14:textId="77777777" w:rsidR="00795D6B" w:rsidRPr="00795D6B" w:rsidRDefault="00795D6B" w:rsidP="00795D6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"https://www.ncbi.nlm.nih.gov/nuccore/ON414822.1?report=fasta" </w:instrText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5D6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"https://www.ncbi.nlm.nih.gov/nuccore/ON414822.1?report=graph" </w:instrText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5D6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14822.1"/>
    <w:bookmarkEnd w:id="1"/>
    <w:p w14:paraId="7EE66C2D" w14:textId="77777777" w:rsidR="00795D6B" w:rsidRPr="00795D6B" w:rsidRDefault="00795D6B" w:rsidP="00795D6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"https://www.ncbi.nlm.nih.gov/nuccore/ON414822.1" \l "goto2234405446_0" </w:instrText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95D6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95D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8D0F18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LOCUS       ON414822               29717 bp    RNA     linear   VRL 05-MAY-2022</w:t>
      </w:r>
    </w:p>
    <w:p w14:paraId="32CFD47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A179B9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SARS-CoV-2/human/USA/NJ-CDC-LC0589728/2022, complete genome.</w:t>
      </w:r>
    </w:p>
    <w:p w14:paraId="26B819E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ACCESSION   ON414822</w:t>
      </w:r>
    </w:p>
    <w:p w14:paraId="7FC6F2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VERSION     ON414822.1</w:t>
      </w:r>
    </w:p>
    <w:p w14:paraId="0E5AF02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1BB407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"https://www.ncbi.nlm.nih.gov/biosample/SAMN28096760"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SAMN28096760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A4CF3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8AEAE2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05CC07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150D0C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4662E9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F156D6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413FF5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29717)</w:t>
      </w:r>
    </w:p>
    <w:p w14:paraId="7E38438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F84CEA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4F94A9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AAE6B5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70592AE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7CF6CC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B8DFDF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7154D27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E1BAC2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6A8043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56B5DC9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9DB577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EB6E08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8CF3C6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14E2F1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F70504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2C3A67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29717)</w:t>
      </w:r>
    </w:p>
    <w:p w14:paraId="06D6807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6E0C4A5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88E0E3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CC4C0A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1320A57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6794A7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62A3E1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D9E206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64CD90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D2F507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B2FAEE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F56293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778E80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469E02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CC93E4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F677BF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(05-MAY-2022) Respiratory Viruses Branch, Division of</w:t>
      </w:r>
    </w:p>
    <w:p w14:paraId="200B9FD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8FF4D7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54C036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14822.1"/>
      <w:bookmarkEnd w:id="2"/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02B8EB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20EC58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2BBD2EC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3B862E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14822.1"/>
      <w:bookmarkEnd w:id="3"/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3B642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1..29717</w:t>
      </w:r>
    </w:p>
    <w:p w14:paraId="222AD67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072D84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0E0842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03A638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/isolate="SARS-CoV-2/human/USA/NJ-CDC-LC0589728/2022"</w:t>
      </w:r>
    </w:p>
    <w:p w14:paraId="4B09BF1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FF5796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74025C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F66C0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129B4AD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/collection_date="2022-04-22"</w:t>
      </w:r>
    </w:p>
    <w:p w14:paraId="6A93156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"https://www.ncbi.nlm.nih.gov/nuccore/ON414822.1?from=194&amp;to=21471"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194..21471</w:t>
      </w:r>
    </w:p>
    <w:p w14:paraId="27AA42C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D0A50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"https://www.ncbi.nlm.nih.gov/nuccore/ON414822.1?location=194:13384,13384:21471"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join(194..13384,13384..21471)</w:t>
      </w:r>
    </w:p>
    <w:p w14:paraId="645719F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BE33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D98573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56FFF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CA7AEC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"https://www.ncbi.nlm.nih.gov/protein/2234405447"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UPW68287.1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E8092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BB37A8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5F71503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91EEB2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2F1DB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493CF5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854E7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61FDE6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FA417F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537626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8C7BC5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19095F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2D702F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98D74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88999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277F51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F01592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1C60E0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615DD3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D5692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93061B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020EA0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EIPKEEVKPFITESKPSVEQRKDDDKKIKACVEEVTTTLEETKFLTENLLLYIDINGN</w:t>
      </w:r>
    </w:p>
    <w:p w14:paraId="29BE7B1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B83E5F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E19DD5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14D3DA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B44055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8DBF3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FDNLKTLLSLREVRTIKVFTTVDNINLHTQVVDMSMIYGQQFGPTYLDGADVTKIKPH</w:t>
      </w:r>
    </w:p>
    <w:p w14:paraId="37EE387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8F8F4C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1D3AEC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E476B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7A9FD7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F6E0C5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BDCFEF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82DFF8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7B0C7E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3F24F1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1D14BE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55A6E6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94A652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618173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53F3E5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6488E7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788F327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88EFB8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05377C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D26E70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87AF52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01BB6C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23EDEE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0FB41F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21EF4D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8A431B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E14810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A6452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CB6D23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CAA550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D8DB6D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0ACAEF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BC06D6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030F88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1BC430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E63CBB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58B0E7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2B69CA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2A5BAE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B009EF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1DE47A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76FFC9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E399FF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3BABDA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E0A208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58EE71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643FD1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9528F1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GFCDLKGKYVQIPTTCASDPVGFTLKNTVCTVCGMWKGYGCSCDQLREPMLQSADAQS</w:t>
      </w:r>
    </w:p>
    <w:p w14:paraId="5F473BF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AD3724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CD4E77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EBF8A0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51E2BC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182E61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NCVNCLDDRCILHCANFNVLFSTVFPLTSFGPLARKIFVDGVPFVVSTGYHFRELGVV</w:t>
      </w:r>
    </w:p>
    <w:p w14:paraId="55C19D9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FC70A7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1E9269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87A1A8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3F58F60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2E23DF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C70BA2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BA30AB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8DEFB6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D60627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5AEF95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4A1B8E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B3F7ED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DF0C5E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8E6298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0D419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3EBCDC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84364D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C80DEA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6EA963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0929FD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409DFE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9E0807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4ADD26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B6DFD5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59D658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24C9AD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FDE4B0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DF0581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86FD4A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53CE48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C18DAA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089F67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7C00D9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DD5363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78D9AD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E7A398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1FD701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2C30FB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03E604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4016A1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550492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"https://www.ncbi.nlm.nih.gov/protein/UPW68287.1?from=1&amp;to=180"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7413319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6322B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376F7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"https://www.ncbi.nlm.nih.gov/protein/UPW68287.1?from=181&amp;to=818"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1EBC0FC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FB6468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BD28F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"https://www.ncbi.nlm.nih.gov/protein/UPW68287.1?from=819&amp;to=2762"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39DAAB0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E131F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E47CB6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"https://www.ncbi.nlm.nih.gov/protein/UPW68287.1?from=2763&amp;to=3262"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4353A22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0D40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B525E1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"https://www.ncbi.nlm.nih.gov/protein/UPW68287.1?from=3263&amp;to=3568"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61F1757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337A5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EA4DD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"https://www.ncbi.nlm.nih.gov/protein/UPW68287.1?from=3569&amp;to=3855"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23B8842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B2803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EEAD9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"https://www.ncbi.nlm.nih.gov/protein/UPW68287.1?from=3856&amp;to=3938"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4985E5B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9E34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20560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"https://www.ncbi.nlm.nih.gov/protein/UPW68287.1?from=3939&amp;to=4136"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0F906E4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E48F8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63558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"https://www.ncbi.nlm.nih.gov/protein/UPW68287.1?from=4137&amp;to=4249"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4ED434C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FA1E0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F5F851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"https://www.ncbi.nlm.nih.gov/protein/UPW68287.1?from=4250&amp;to=4388"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4E813E7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6FC4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14A0D5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"https://www.ncbi.nlm.nih.gov/protein/UPW68287.1?from=4389&amp;to=5320"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join(13358..13384,13384..16152)</w:t>
      </w:r>
    </w:p>
    <w:p w14:paraId="40EE5D4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7D601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BDCDA8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"https://www.ncbi.nlm.nih.gov/protein/UPW68287.1?from=5321&amp;to=5921"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16153..17955</w:t>
      </w:r>
    </w:p>
    <w:p w14:paraId="72B93EE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AEB1B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3E4306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"https://www.ncbi.nlm.nih.gov/protein/UPW68287.1?from=5922&amp;to=6448"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17956..19536</w:t>
      </w:r>
    </w:p>
    <w:p w14:paraId="34222D2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2BC29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FD4A08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"https://www.ncbi.nlm.nih.gov/protein/UPW68287.1?from=6449&amp;to=6794"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19537..20574</w:t>
      </w:r>
    </w:p>
    <w:p w14:paraId="6B20139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9B936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3733F8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"https://www.ncbi.nlm.nih.gov/protein/UPW68287.1?from=6795&amp;to=7092"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20575..21468</w:t>
      </w:r>
    </w:p>
    <w:p w14:paraId="4758AE6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689A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17B409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"https://www.ncbi.nlm.nih.gov/nuccore/ON414822.1?from=194&amp;to=13399"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194..13399</w:t>
      </w:r>
    </w:p>
    <w:p w14:paraId="00694C1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2994F3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81060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6D0942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"https://www.ncbi.nlm.nih.gov/protein/2234405448"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UPW68288.1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D1828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8A2CE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E9269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079F05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1069ED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6075D8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39C580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E965F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7F9D71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6BDCB8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A35ADA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85458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6DCCF1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001279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7592A2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2B38AB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CDC5E5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D1B6E9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06D976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756256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EE4E7B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E99F30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EIPKEEVKPFITESKPSVEQRKDDDKKIKACVEEVTTTLEETKFLTENLLLYIDINGN</w:t>
      </w:r>
    </w:p>
    <w:p w14:paraId="530E33E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2EB151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F95E9B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533750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21CA6A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032B8E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FDNLKTLLSLREVRTIKVFTTVDNINLHTQVVDMSMIYGQQFGPTYLDGADVTKIKPH</w:t>
      </w:r>
    </w:p>
    <w:p w14:paraId="54EC340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4951E0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7ACD2F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C256BC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2A561C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DA5D68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E22F56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E2CF80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3545A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CBE926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602643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64CC393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9BB267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BC0051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08F227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E2AC9A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A863CD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AD9010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208A21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03E0ED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7CCFFF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E846BB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92616A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5404BE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EACB61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2D2235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2A18C2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A8B8B9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675FEC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BB447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63DBFC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9F3F50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F0B504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012912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356455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FAF678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723C47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233FC7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F68494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ECFF48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E56AD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E40749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9C6F2A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057799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6E03A9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333CD0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54D652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52E5A5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GFCDLKGKYVQIPTTCASDPVGFTLKNTVCTVCGMWKGYGCSCDQLREPMLQSADAQS</w:t>
      </w:r>
    </w:p>
    <w:p w14:paraId="2E4BA46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6EEC82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"https://www.ncbi.nlm.nih.gov/protein/UPW68288.1?from=1&amp;to=180"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3180631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675A8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08C4B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"https://www.ncbi.nlm.nih.gov/protein/UPW68288.1?from=181&amp;to=818"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306F418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318F7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35A982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"https://www.ncbi.nlm.nih.gov/protein/UPW68288.1?from=819&amp;to=2762"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458B358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077F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564FD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"https://www.ncbi.nlm.nih.gov/protein/UPW68288.1?from=2763&amp;to=3262"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6F41A52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A806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4CD776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"https://www.ncbi.nlm.nih.gov/protein/UPW68288.1?from=3263&amp;to=3568"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196A0E1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AB959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596D11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"https://www.ncbi.nlm.nih.gov/protein/UPW68288.1?from=3569&amp;to=3855"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55E1512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F221A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702B6A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"https://www.ncbi.nlm.nih.gov/protein/UPW68288.1?from=3856&amp;to=3938"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4E25DF1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ED291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E4E0AC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"https://www.ncbi.nlm.nih.gov/protein/UPW68288.1?from=3939&amp;to=4136"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02FF7F2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BEE53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C6C899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"https://www.ncbi.nlm.nih.gov/protein/UPW68288.1?from=4137&amp;to=4249"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0AE6193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629D9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A44635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"https://www.ncbi.nlm.nih.gov/protein/UPW68288.1?from=4250&amp;to=4388"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6CA34D3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5ACD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355868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"https://www.ncbi.nlm.nih.gov/protein/UPW68288.1?from=4389&amp;to=4401"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13358..13396</w:t>
      </w:r>
    </w:p>
    <w:p w14:paraId="1317E17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321B1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B46921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"https://www.ncbi.nlm.nih.gov/nuccore/ON414822.1?from=13392&amp;to=13419"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13392..13419</w:t>
      </w:r>
    </w:p>
    <w:p w14:paraId="7D5FF19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4419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816055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FD8BF1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"https://www.ncbi.nlm.nih.gov/nuccore/ON414822.1?from=13404&amp;to=13458"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13404..13458</w:t>
      </w:r>
    </w:p>
    <w:p w14:paraId="19289ED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61854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641D37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65AA00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"https://www.ncbi.nlm.nih.gov/nuccore/ON414822.1?from=21479&amp;to=25291"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21479..25291</w:t>
      </w:r>
    </w:p>
    <w:p w14:paraId="1DB9E29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F35AD1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"https://www.ncbi.nlm.nih.gov/nuccore/ON414822.1?from=21479&amp;to=25291"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21479..25291</w:t>
      </w:r>
    </w:p>
    <w:p w14:paraId="493E321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2142AA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AB5B03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735527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"https://www.ncbi.nlm.nih.gov/protein/2234405449"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UPW68289.1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AA8DE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113BB8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D0D07B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7EF19F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AC3915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BAA84A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7AFC54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D30CB2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13EE692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C4458F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51652E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4781B5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EBE099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B829AA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C74E14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AF4038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E37AFC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96024F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875E06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D2DD73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2A6E52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7B1C02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925F18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FAFEC5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"https://www.ncbi.nlm.nih.gov/nuccore/ON414822.1?from=25300&amp;to=26127"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25300..26127</w:t>
      </w:r>
    </w:p>
    <w:p w14:paraId="5B0B6C4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46888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"https://www.ncbi.nlm.nih.gov/nuccore/ON414822.1?from=25300&amp;to=26127"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25300..26127</w:t>
      </w:r>
    </w:p>
    <w:p w14:paraId="0CEFC87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5E9F33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236B9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8E3D3C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"https://www.ncbi.nlm.nih.gov/protein/2234405450"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UPW68290.1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3F60A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56C339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304464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608050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NSVTSSIVITSGDGTTSPISEHDYQIGGYTEKWESGVKDCVVLHSYFTSDYYQLYLTQ</w:t>
      </w:r>
    </w:p>
    <w:p w14:paraId="1CB4C59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E0CFD9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"https://www.ncbi.nlm.nih.gov/nuccore/ON414822.1?from=26152&amp;to=26379"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26152..26379</w:t>
      </w:r>
    </w:p>
    <w:p w14:paraId="336A15A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CD623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"https://www.ncbi.nlm.nih.gov/nuccore/ON414822.1?from=26152&amp;to=26379"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26152..26379</w:t>
      </w:r>
    </w:p>
    <w:p w14:paraId="6D3C9FF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9D14FA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DE95E7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CD98F7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"https://www.ncbi.nlm.nih.gov/protein/2234405451"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UPW68291.1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617D8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4189D6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F5B1C3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"https://www.ncbi.nlm.nih.gov/nuccore/ON414822.1?from=26430&amp;to=27098"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26430..27098</w:t>
      </w:r>
    </w:p>
    <w:p w14:paraId="7556FCE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30A18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"https://www.ncbi.nlm.nih.gov/nuccore/ON414822.1?from=26430&amp;to=27098"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26430..27098</w:t>
      </w:r>
    </w:p>
    <w:p w14:paraId="55B184B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63C738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29249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D6C815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"https://www.ncbi.nlm.nih.gov/protein/2234405452"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UPW68292.1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AA454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D2FFBB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4D7CC2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5BF007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B82372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D8A2C5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"https://www.ncbi.nlm.nih.gov/nuccore/ON414822.1?from=27109&amp;to=27294"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27109..27294</w:t>
      </w:r>
    </w:p>
    <w:p w14:paraId="48D4759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9B066E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"https://www.ncbi.nlm.nih.gov/nuccore/ON414822.1?from=27109&amp;to=27294"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27109..27294</w:t>
      </w:r>
    </w:p>
    <w:p w14:paraId="1F69144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D3B7F2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8A883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3994A0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"https://www.ncbi.nlm.nih.gov/protein/2234405453"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UPW68293.1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BAAFE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6FB59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3AE3DD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"https://www.ncbi.nlm.nih.gov/nuccore/ON414822.1?from=27301&amp;to=27666"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27301..27666</w:t>
      </w:r>
    </w:p>
    <w:p w14:paraId="3E8731F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394371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"https://www.ncbi.nlm.nih.gov/nuccore/ON414822.1?from=27301&amp;to=27666"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27301..27666</w:t>
      </w:r>
    </w:p>
    <w:p w14:paraId="4812DC0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68ED9F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4DD7F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263E24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"https://www.ncbi.nlm.nih.gov/protein/2234405454"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UPW68294.1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EC575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1DFADF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D228B1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13DE1F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"https://www.ncbi.nlm.nih.gov/nuccore/ON414822.1?from=27663&amp;to=27794"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27663..27794</w:t>
      </w:r>
    </w:p>
    <w:p w14:paraId="6E11C16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A365B9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"https://www.ncbi.nlm.nih.gov/nuccore/ON414822.1?from=27663&amp;to=27794"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27663..27794</w:t>
      </w:r>
    </w:p>
    <w:p w14:paraId="5263DC4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07AE9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C1ECA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3A006E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"https://www.ncbi.nlm.nih.gov/protein/2234405455"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UPW68295.1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349B2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631614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"https://www.ncbi.nlm.nih.gov/nuccore/ON414822.1?from=27801&amp;to=28166"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27801..28166</w:t>
      </w:r>
    </w:p>
    <w:p w14:paraId="3F6E353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FC56F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"https://www.ncbi.nlm.nih.gov/nuccore/ON414822.1?from=27801&amp;to=28166"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27801..28166</w:t>
      </w:r>
    </w:p>
    <w:p w14:paraId="48A0653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C56FC7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2149A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812C03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"https://www.ncbi.nlm.nih.gov/protein/2234405456"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UPW68296.1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64DB3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239BF2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C66A7D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9419BD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"https://www.ncbi.nlm.nih.gov/nuccore/ON414822.1?from=28181&amp;to=29431"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28181..29431</w:t>
      </w:r>
    </w:p>
    <w:p w14:paraId="4503DAB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FEBBD3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"https://www.ncbi.nlm.nih.gov/nuccore/ON414822.1?from=28181&amp;to=29431"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28181..29431</w:t>
      </w:r>
    </w:p>
    <w:p w14:paraId="51C682B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91152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6146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CA9579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"https://www.ncbi.nlm.nih.gov/protein/2234405457"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UPW68297.1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92CB4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58C05F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7CE3CB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DFBD36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GTTLPKGFYAEGSRGGSQASSRSSSRSRNSSRNSTPGNSKRTSPARMAGNGGDAALAL</w:t>
      </w:r>
    </w:p>
    <w:p w14:paraId="20E9121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868051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9987CE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9FB93B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35D998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"https://www.ncbi.nlm.nih.gov/nuccore/ON414822.1?from=29456&amp;to=29572"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29456..29572</w:t>
      </w:r>
    </w:p>
    <w:p w14:paraId="28D6F08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D594B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"https://www.ncbi.nlm.nih.gov/nuccore/ON414822.1?from=29456&amp;to=29572"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29456..29572</w:t>
      </w:r>
    </w:p>
    <w:p w14:paraId="14B773D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E3075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9E975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B1F9CB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"https://www.ncbi.nlm.nih.gov/protein/2234405458"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UPW68298.1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CB413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E90B72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"https://www.ncbi.nlm.nih.gov/nuccore/ON414822.1?from=29507&amp;to=29542"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29507..29542</w:t>
      </w:r>
    </w:p>
    <w:p w14:paraId="10D083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5A67F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952353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"https://www.ncbi.nlm.nih.gov/nuccore/ON414822.1?from=29527&amp;to=29555"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29527..29555</w:t>
      </w:r>
    </w:p>
    <w:p w14:paraId="11D015F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E8355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5525D4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"https://www.ncbi.nlm.nih.gov/nuccore/ON414822.1?from=29626&amp;to=29666" </w:instrTex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95D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29626..29666</w:t>
      </w:r>
    </w:p>
    <w:p w14:paraId="03D192E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19FDC2D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729B0C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14822.1"/>
      <w:bookmarkEnd w:id="4"/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aactttaaaa tctgtgtggc tgtcactcgg ctgcatgctt agtgcactca cgcagtataa</w:t>
      </w:r>
    </w:p>
    <w:p w14:paraId="556F1B2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ttaataacta attactgtcg ttgacaggac acgagtaact cgtctatctt ctgcaggctg</w:t>
      </w:r>
    </w:p>
    <w:p w14:paraId="2272949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cttacggttt cgtccgtgtt gcagccgatc atcagcacat ctaggttttg tccgggtgtg</w:t>
      </w:r>
    </w:p>
    <w:p w14:paraId="20BB5FB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accgaaaggt aagatggaga gccttgtccc tggtttcaac gagaaaacac acgtccaact</w:t>
      </w:r>
    </w:p>
    <w:p w14:paraId="4F54AB4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cagtttgcct gttttacagg ttcgcgacgt gctcgtacgt ggctttggag actccgtgga</w:t>
      </w:r>
    </w:p>
    <w:p w14:paraId="7E3C9A6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ggaggtctta tcagaggcac gtcaacatct taaagatggc acttgtggct tagtagaagt</w:t>
      </w:r>
    </w:p>
    <w:p w14:paraId="75FCAE7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tgaaaaaggc gttttgcctc aacttgaaca gccctatgtg ttcatcaaac gttcggatgc</w:t>
      </w:r>
    </w:p>
    <w:p w14:paraId="79BF1DD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tcgaactgca cctcatggtc atgttatggt tgagctggta gcagaactcg aaggcattca</w:t>
      </w:r>
    </w:p>
    <w:p w14:paraId="33E7D97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gtacggtcgt agtggtgaga cacttggtgt ccttgtccct catgtgggcg aaataccagt</w:t>
      </w:r>
    </w:p>
    <w:p w14:paraId="608F159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ggcttaccgc aaggttcttc ttcgtaagaa cggtaataaa ggagctggtg gccatagtta</w:t>
      </w:r>
    </w:p>
    <w:p w14:paraId="6C3BBD0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cggcgccgat ctaaagtcat ttgacttagg cgacgagctt ggcactgatc cttatgaaga</w:t>
      </w:r>
    </w:p>
    <w:p w14:paraId="4AD0D0A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ttttcaagaa aactggaaca ctaaacatag cagtggtgtt acccgtgaac tcatgcgtga</w:t>
      </w:r>
    </w:p>
    <w:p w14:paraId="47E249C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gcttaacgga ggggcataca ctcgctatgt cgataacaac ttctgtggcc ctgatggcta</w:t>
      </w:r>
    </w:p>
    <w:p w14:paraId="4F3605D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ccctcttgag tgcattaaag accttctagc acgtgctggt aaagcttcat gcactttgtc</w:t>
      </w:r>
    </w:p>
    <w:p w14:paraId="668B67D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cgaacaactg gactttattg acactaagag gggtgtatac tgctgccgtg aacatgagca</w:t>
      </w:r>
    </w:p>
    <w:p w14:paraId="0D1C8A2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tgaaattgct tggtacacgg aacgttctga aaagagctat gaattgcaga caccttttga</w:t>
      </w:r>
    </w:p>
    <w:p w14:paraId="1AED30E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aattaaattg gcaaagaaat ttgacacctt caatggggaa tgtccaaatt ttgtatttcc</w:t>
      </w:r>
    </w:p>
    <w:p w14:paraId="187A820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cttaaattcc ataatcaaga ctattcaacc aagggttgaa aagaaaaagc ttgatggctt</w:t>
      </w:r>
    </w:p>
    <w:p w14:paraId="2EDB64D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tatgggtaga attcgatctg tctatccagt tgcgtcacca aatgaatgca accaaatgtg</w:t>
      </w:r>
    </w:p>
    <w:p w14:paraId="31B96B1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cctttcaact ctcatgaagt gtgatcattg tggtgaaact tcatggcaga cgggcgattt</w:t>
      </w:r>
    </w:p>
    <w:p w14:paraId="314D63E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tgttaaagcc acttgcgaat tttgtggcac tgagaatttg actaaagaag gtgccactac</w:t>
      </w:r>
    </w:p>
    <w:p w14:paraId="00FDC6D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ttgtggttac ttaccccaaa atgctgttgt taaaatttat tgtccagcat gtcacaattc</w:t>
      </w:r>
    </w:p>
    <w:p w14:paraId="22C21BF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agaagtagga cctgagcata gtcttgccga ataccataat gaatctggct tgaaaaccat</w:t>
      </w:r>
    </w:p>
    <w:p w14:paraId="0BB7C83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tcttcgtaag ggtggtcgca ctattgcctt tggaggctgt gtgttctctt atgttggttg</w:t>
      </w:r>
    </w:p>
    <w:p w14:paraId="2488EA7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ccataacaag tgtgcctatt gggttccacg tgctagcgct aacataggtt gtaaccatac</w:t>
      </w:r>
    </w:p>
    <w:p w14:paraId="3398B35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aggtgttgtt ggagaaggtt ccgaaggtct taatgacaac cttcttgaaa tactccaaaa</w:t>
      </w:r>
    </w:p>
    <w:p w14:paraId="0423C37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agagaaagtc aacatcaata ttgttggtga ctttaaactt aatgaagaga tcgccattat</w:t>
      </w:r>
    </w:p>
    <w:p w14:paraId="6B0F762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tttggcatct ttttctgctt ccacaagtgc ttttgtggaa actgtgaaag gtttggatta</w:t>
      </w:r>
    </w:p>
    <w:p w14:paraId="4B3583C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taaagcattc aaacaaattg ttgaatcctg tggtaatttt aaagttacaa aaggaaaagc</w:t>
      </w:r>
    </w:p>
    <w:p w14:paraId="5F0D99B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taaaaaaggt gcctggaata ttggtgaaca gaaatcaata ctgagtcctc tttatgcatt</w:t>
      </w:r>
    </w:p>
    <w:p w14:paraId="27D02B8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tgcatcagag gctgctcgtg ttgtacgatc aattttctcc cgcactcttg aaactgctca</w:t>
      </w:r>
    </w:p>
    <w:p w14:paraId="7822862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aaattctgtg cgtgttttac agaaggccgc tataacaata ctagatggaa tttcacagta</w:t>
      </w:r>
    </w:p>
    <w:p w14:paraId="5F8245A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ttcactgaga ctcattgatg ctatgatgtt cacatctgat ttggctacta acaatctagt</w:t>
      </w:r>
    </w:p>
    <w:p w14:paraId="23B7520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tgtaatggcc tacattacag gtggtgttgt tcagttgact tcgcagtggc taactaacat</w:t>
      </w:r>
    </w:p>
    <w:p w14:paraId="4AD2335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ctttggcact gtttatgaaa aactcaaacc cgtccttgat tggcttgaag agaagtttaa</w:t>
      </w:r>
    </w:p>
    <w:p w14:paraId="7D07E91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ggaaggtgta gagtttctta gagacggttg ggaaattgtt aaatttatct caacctgtgc</w:t>
      </w:r>
    </w:p>
    <w:p w14:paraId="3387084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ttgtgaaatt gtcggtggac aaattgtcac ctgtgcaaag gaaattaagg agagtgttca</w:t>
      </w:r>
    </w:p>
    <w:p w14:paraId="5E565B1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gacattcttt aagcttgtaa ataaattttt ggctttgtgt gctgactcta tcattattgg</w:t>
      </w:r>
    </w:p>
    <w:p w14:paraId="31F1A1D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tggagctaaa cttaaagcct tgaatttagg tgaaacattt gtcacgcact caaagggatt</w:t>
      </w:r>
    </w:p>
    <w:p w14:paraId="1DDB04E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gtacagaaag tgtgttaaat ccagagaaga aactggccta ctcatgcctc taaaagcccc</w:t>
      </w:r>
    </w:p>
    <w:p w14:paraId="7657200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aaaagaaatt atcttcttag agggagaaac acttcccaca gaagtgttaa cagaggaagt</w:t>
      </w:r>
    </w:p>
    <w:p w14:paraId="077482C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tgtcttgaaa actggtgatt tacaaccatt agaacaacct actagtgaag ctgttgaagc</w:t>
      </w:r>
    </w:p>
    <w:p w14:paraId="1BCA358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tccattggtt ggtacaccag tttgtattaa cgggcttatg ttgctcgaaa tcaaagacac</w:t>
      </w:r>
    </w:p>
    <w:p w14:paraId="37756EF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agaaaagtac tgtgcccttg cacctaatat gatggtaaca aacaatacct tcacactcaa</w:t>
      </w:r>
    </w:p>
    <w:p w14:paraId="2F2DCBA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aggcggtgca ccaacaaagg ttacttttgg tgatgacact gtgatagaag tgcaaggtta</w:t>
      </w:r>
    </w:p>
    <w:p w14:paraId="0AEB613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caagagtgtg aatatcactt ttgaacttga tgaaaggatt gataaagtac ttaatgagag</w:t>
      </w:r>
    </w:p>
    <w:p w14:paraId="02FCA19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gtgctctgcc tatacagttg aactcggtac agaagtaaat gagttcgcct gtgttgtggc</w:t>
      </w:r>
    </w:p>
    <w:p w14:paraId="30D0034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agatgctgtc ataaaaactt tgcaaccagt atctgaatta cttacaccac tgggcattga</w:t>
      </w:r>
    </w:p>
    <w:p w14:paraId="371BC54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tttagatgag tggagtatgg ctacatacta cttatttgat gagtctggtg agtttaaatt</w:t>
      </w:r>
    </w:p>
    <w:p w14:paraId="3F6CA5B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ggcttcacat atgtattgtt ctttttaccc tccagatgag gatgaagaag aaggtgattg</w:t>
      </w:r>
    </w:p>
    <w:p w14:paraId="461D29C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gagtttgagc catcaactca atatgagtat ggtactgaag atgattacca</w:t>
      </w:r>
    </w:p>
    <w:p w14:paraId="67D987A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aggtaaacct ttggaatttg gtgccacttc tgctgctctt caacctgaag aagagcaaga</w:t>
      </w:r>
    </w:p>
    <w:p w14:paraId="1F35AD8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agaagattgg ttagatgatg atagtcaaca aactgttggt caacaagacg gcagtgagga</w:t>
      </w:r>
    </w:p>
    <w:p w14:paraId="694F76D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caatcagaca actactattc aaacaattgt tgaggttcaa cctcaattag agatggaact</w:t>
      </w:r>
    </w:p>
    <w:p w14:paraId="288F5C5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tacaccagtt gttcagacta ttgaagtgaa tagttttagt ggttatttaa aacttactga</w:t>
      </w:r>
    </w:p>
    <w:p w14:paraId="1ED74D7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caatgtatac attaaaaatg cagacattgt ggaagaagct aaaaaggtaa aaccaacagt</w:t>
      </w:r>
    </w:p>
    <w:p w14:paraId="44C323A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ggttgttaat gcagccaatg tttaccttaa acatggagga ggtgttgcag gagccttaaa</w:t>
      </w:r>
    </w:p>
    <w:p w14:paraId="0D3C50B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taaggctact aacaatgcca tgcaagttga atctgatgat tacatagcta ctaatggacc</w:t>
      </w:r>
    </w:p>
    <w:p w14:paraId="5DF1E83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acttaaagtg ggtggtagtt gtgttttaag cggacacaat cttgctaaac actgtcttca</w:t>
      </w:r>
    </w:p>
    <w:p w14:paraId="2465FDA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tgttgtcggc ccaaatgtta acaaaggtga agacattcaa cttcttaaga gtgcttatga</w:t>
      </w:r>
    </w:p>
    <w:p w14:paraId="77C1366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aaattttaat cagcacgaag ttctacttgc accattatta tcagctggta tttttggtgc</w:t>
      </w:r>
    </w:p>
    <w:p w14:paraId="4A4FF5F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tgaccctata cattctttaa gagtttgtgt agatactgtt cgcacaaatg tctacttagc</w:t>
      </w:r>
    </w:p>
    <w:p w14:paraId="789CC12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tgtctttgat aaaaatctct atgacaaact tgtttcaagc tttttggaaa tgaagagtga</w:t>
      </w:r>
    </w:p>
    <w:p w14:paraId="30AAD1A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aaagcaagtt gaacaaaaga tcgctgagat tcctaaagag gaagttaagc catttataac</w:t>
      </w:r>
    </w:p>
    <w:p w14:paraId="2438ED0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tgaaagtaaa ccttcagttg aacagagaaa agatgatgat aagaaaatca aagcttgtgt</w:t>
      </w:r>
    </w:p>
    <w:p w14:paraId="36E9C95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tgaagaagtt acaacaactc tggaagaaac taagttcctc acagaaaact tgttacttta</w:t>
      </w:r>
    </w:p>
    <w:p w14:paraId="41DEA18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tattgacatt aatggcaatc ttcatccaga ttctgccact cttgttagtg acattgacat</w:t>
      </w:r>
    </w:p>
    <w:p w14:paraId="14E72FA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cactttctta aagaaagatg ctccatatat agtgggtgat gttgttcaag agggtgtttt</w:t>
      </w:r>
    </w:p>
    <w:p w14:paraId="041BE65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aactgctgtg gttataccta ctaaaaaggc tggtggcact actgaaatgc tagcgaaagc</w:t>
      </w:r>
    </w:p>
    <w:p w14:paraId="3D5FAAA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tttgagaaaa gtgccaacag acaattatat aaccacttac ccgggtcagg gtttaaatgg</w:t>
      </w:r>
    </w:p>
    <w:p w14:paraId="1A22EB3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ttacactgta gaggaggcaa agacagtgct taaaaagtgt aaaagtgcct tttacattct</w:t>
      </w:r>
    </w:p>
    <w:p w14:paraId="48A5697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accatctatt atctctaatg agaagcaaga aattcttgga actgtttctt ggaatttgcg</w:t>
      </w:r>
    </w:p>
    <w:p w14:paraId="0CCB58E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agaaatgctt gcacatgcag aagaaacacg caaattaatg cctgtctgtg tggaaactaa</w:t>
      </w:r>
    </w:p>
    <w:p w14:paraId="701DDCD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agccatagtt tcaactatac agcgtaaata taagggtatt aaaatacaag agggtgtggt</w:t>
      </w:r>
    </w:p>
    <w:p w14:paraId="44AD54C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tgattatggt gctagatttt acttttacac cagtaaaaca actgtagcgt cacttatcaa</w:t>
      </w:r>
    </w:p>
    <w:p w14:paraId="489962A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cacacttaac gatctaaatg aaactcttgt tacaatgcca cttggctatg taacacatgg</w:t>
      </w:r>
    </w:p>
    <w:p w14:paraId="3F6B7CA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cttaaatttg gaagaagctg ctcggtatat gagatctctc aaagtgccag ctacagtttc</w:t>
      </w:r>
    </w:p>
    <w:p w14:paraId="1999416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tgtttcttca cctgatgctg ttacagcgta taatggttat cttacttctt cttctaaaac</w:t>
      </w:r>
    </w:p>
    <w:p w14:paraId="276DB04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acctgaagaa cattttattg aaaccatctc acttgctggt tcctataaag attggtccta</w:t>
      </w:r>
    </w:p>
    <w:p w14:paraId="36107AA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ttctggacaa tctacacaac taggtataga atttcttaag agaggtgata aaagtgtata</w:t>
      </w:r>
    </w:p>
    <w:p w14:paraId="313EDB0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ttacactagt aatcctacca cattccacct agatggtgaa gttatcacct ttgacaatct</w:t>
      </w:r>
    </w:p>
    <w:p w14:paraId="5365340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taagacactt ctttctttga gagaagtgag gactattaag gtgtttacaa cagtagacaa</w:t>
      </w:r>
    </w:p>
    <w:p w14:paraId="6C8A730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cattaacctc cacacgcaag ttgtggacat gtcaatgata tatggacaac agtttggtcc</w:t>
      </w:r>
    </w:p>
    <w:p w14:paraId="166C602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aacttatttg gatggagctg atgttactaa aataaaacct cataattcac atgaaggtaa</w:t>
      </w:r>
    </w:p>
    <w:p w14:paraId="56B1E5C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aacattttat gttttaccta atgatgacac tctacgtgtt gaggcttttg agtactacca</w:t>
      </w:r>
    </w:p>
    <w:p w14:paraId="01C8D7D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cacaactgat cctagctttc tgggtaggta catgtcagca ttaaatcaca ctaaaaagtg</w:t>
      </w:r>
    </w:p>
    <w:p w14:paraId="110C1C3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gaaataccca caagttaatg gtttaacttc tattaaatgg gcagataaca actgttatct</w:t>
      </w:r>
    </w:p>
    <w:p w14:paraId="18A2E85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tgccactgca ttgttaacac tccaacaaat agagttgaag tttaatccac ctgctctaca</w:t>
      </w:r>
    </w:p>
    <w:p w14:paraId="3CB7F5D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agatgcttat tacagagcaa gggctggtga agcggctaac ttttgtgcac ttatcttagc</w:t>
      </w:r>
    </w:p>
    <w:p w14:paraId="7860428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ctactgtaat aagacagtag gtgagttagg tgatgttaga gaaacaatga gttacttgtt</w:t>
      </w:r>
    </w:p>
    <w:p w14:paraId="1FE6138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tcaacatgcc aatttagatt cttgcaaaag agtcttgaac gtggtgtgta aaacttgtgg</w:t>
      </w:r>
    </w:p>
    <w:p w14:paraId="588923F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acaacagcag acaaccctta agggtgtaga agctgttatg tacatgggca cactttctta</w:t>
      </w:r>
    </w:p>
    <w:p w14:paraId="2036DFA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tgaacaattt aagaaaggtg ttcagatacc ttgtacgtgt ggtaaacaag ctacaaaata</w:t>
      </w:r>
    </w:p>
    <w:p w14:paraId="742FDB3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tctagtacaa caggagtcac cttttgttat gatgtcagca ccacctgctc agtatgaact</w:t>
      </w:r>
    </w:p>
    <w:p w14:paraId="6AF9D85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taagcatggt acatttactt gtgctagtga gtacactggt aattaccagt gtggtcacta</w:t>
      </w:r>
    </w:p>
    <w:p w14:paraId="0DEDA27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taaacatata acttctaaag aaactttgta ttgcatagac ggtgctttac ttacaaagtc</w:t>
      </w:r>
    </w:p>
    <w:p w14:paraId="707EFB8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ctcagaatac aaaggtccta ttacggatgt tttctacaaa gaaaacagtt acacaacaac</w:t>
      </w:r>
    </w:p>
    <w:p w14:paraId="5285839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cataaaacca gttacttata aattggatgg tgttgtttgt acagaaattg accctaagtt</w:t>
      </w:r>
    </w:p>
    <w:p w14:paraId="67167F1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ggacaattat tataagaaag acaattctta tttcacagag caaccaattg atcttgtacc</w:t>
      </w:r>
    </w:p>
    <w:p w14:paraId="65166E8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aaaccaacca tatccaaacg caagcttcga taattttaag tttgtatgtg ataatatcaa</w:t>
      </w:r>
    </w:p>
    <w:p w14:paraId="289AC40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atttgctgat gatttaaacc agttaactgg ttataagaaa cctgcttcaa gagagcttaa</w:t>
      </w:r>
    </w:p>
    <w:p w14:paraId="545E0C1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agttacattt ttccctgact taaatggtga tgtggtggct attgattata aacactacac</w:t>
      </w:r>
    </w:p>
    <w:p w14:paraId="3703A5C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accctctttt aagaaaggag ctaaattgtt acataaacct attgtttggc atgttaacaa</w:t>
      </w:r>
    </w:p>
    <w:p w14:paraId="21FAA23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tgcaactaat aaagccacgt ataaaccaaa tacctggtgt atacgttgtc tttggagcac</w:t>
      </w:r>
    </w:p>
    <w:p w14:paraId="272D442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aaaaccagtt gaaacatcaa attcgtttga tgtactgaag tcagaggacg cgcagggaat</w:t>
      </w:r>
    </w:p>
    <w:p w14:paraId="0E9BC2B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ggataatctt gcctgcgaag atctaaaacc agtctctgaa gaagtagtgg aaaatcctac</w:t>
      </w:r>
    </w:p>
    <w:p w14:paraId="088AA63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catacagaaa gacgttcttg agtgtaatgt gaaaactacc gaagttgtag gagacattat</w:t>
      </w:r>
    </w:p>
    <w:p w14:paraId="4A16CEB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acttaaacca gcaaataata taaaaattac agaagaggtt ggccacacag atctaatggc</w:t>
      </w:r>
    </w:p>
    <w:p w14:paraId="68041FC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tgcttatgta gacaattcta gtcttactat taagaaacct aatgaattat ctagagtatt</w:t>
      </w:r>
    </w:p>
    <w:p w14:paraId="01453B4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aggtttgaaa acccttgcta ctcatggttt agctgctgtt aatagtgtcc cttgggatac</w:t>
      </w:r>
    </w:p>
    <w:p w14:paraId="58005FB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tatagctaat tatgctaagc cttttcttaa caaagttgtt agtacaacta ctaacatagt</w:t>
      </w:r>
    </w:p>
    <w:p w14:paraId="21650DE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tacacggtgt ttaaaccgtg tttgtactaa ttatatgcct tatttcttta ctttattgct</w:t>
      </w:r>
    </w:p>
    <w:p w14:paraId="3CD2559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acaattgtgt acttttacta gaagtacaaa ttctagaatt aaagcatcta tgccgactac</w:t>
      </w:r>
    </w:p>
    <w:p w14:paraId="6C2A6E6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tatagcaaag aatactgtta agagtgtcgg taaattttgt ctagaggctt catttaatta</w:t>
      </w:r>
    </w:p>
    <w:p w14:paraId="32DB2D0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tttgaagtca cctaattttt ctaaactgat aaatattata atttggtttt tactattaag</w:t>
      </w:r>
    </w:p>
    <w:p w14:paraId="1D5A5E4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tgtttgccta ggttctttaa tctactcaac cgctgcttta ggtgttttaa tgtctaattt</w:t>
      </w:r>
    </w:p>
    <w:p w14:paraId="2EE068C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aggcatgcct tcttactgta ctggttacag agaaggctat ttgaactcta ctaatgtcac</w:t>
      </w:r>
    </w:p>
    <w:p w14:paraId="72201B4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tattgcaacc tactgtactg gttctatacc ttgtagtgtt tgtcttagtg gtttagattc</w:t>
      </w:r>
    </w:p>
    <w:p w14:paraId="54C2E76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tttagacacc tatccttctt tagaaactat acaaattacc atttcatctt ttaaatggga</w:t>
      </w:r>
    </w:p>
    <w:p w14:paraId="5434433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tttaactgct tttggcttag ttgcagagtg gtttttggca tatattcttt tcactaggtt</w:t>
      </w:r>
    </w:p>
    <w:p w14:paraId="74047FC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tttctatgta cttggattgg ctgcaatcat gcaattgttt ttcagctatt ttgcagtaca</w:t>
      </w:r>
    </w:p>
    <w:p w14:paraId="6BA708D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ttttattagt aattcttggc ttatgtggtt aataattaat cttgtacaaa tggccccgat</w:t>
      </w:r>
    </w:p>
    <w:p w14:paraId="020A798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ttcagctatg gttagaatgt acatcttctt tgcatcattt tattatgtat ggaaaagtta</w:t>
      </w:r>
    </w:p>
    <w:p w14:paraId="66E4A85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tgtgcatgtt gtagacggtt gtaattcatc aacttgtatg atgtgttaca aacgtaatag</w:t>
      </w:r>
    </w:p>
    <w:p w14:paraId="6D1A5D2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agcaacaaga gtcgaatgta caactattgt taatggtgtt agaaggtcct tttatgtcta</w:t>
      </w:r>
    </w:p>
    <w:p w14:paraId="2774B2A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tgctaatgga ggtaaaggct tttgcaaact acacaattgg aattgtgtta attgtgatac</w:t>
      </w:r>
    </w:p>
    <w:p w14:paraId="42F78D7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attctgtgct ggtagtacat ttattagtga tgaagttgcg agagacttgt cactacagtt</w:t>
      </w:r>
    </w:p>
    <w:p w14:paraId="2DFAAFF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taaaagacca ataaatccta ctgaccagtc ttcttacatc gttgatagtg ttacagtgaa</w:t>
      </w:r>
    </w:p>
    <w:p w14:paraId="053CCD1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gaatggttcc atccatcttt actttgataa agctggtcaa aagacttatg aaagacattc</w:t>
      </w:r>
    </w:p>
    <w:p w14:paraId="08943CE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tctctctcat tttgttaact tagacaacct gagagctaat aacactaaag gttcattgcc</w:t>
      </w:r>
    </w:p>
    <w:p w14:paraId="39F12C1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tattaatgtt atagtttttg atggtaaatc aaaatgtgaa gaatcatctg caaaatcagc</w:t>
      </w:r>
    </w:p>
    <w:p w14:paraId="7434E40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gtctgtttac tacagtcagc ttatgtgtca acctatactg ttactagatc aggcattagt</w:t>
      </w:r>
    </w:p>
    <w:p w14:paraId="2C1C44B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gtctgatgtt ggtgatagtg cggaagttgc agttaaaatg tttgatgctt acgttaatac</w:t>
      </w:r>
    </w:p>
    <w:p w14:paraId="53861E6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gttttcatca acttttaacg taccaatgga aaaactcaaa acactagttg caactgcaga</w:t>
      </w:r>
    </w:p>
    <w:p w14:paraId="5B48B55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agctgaactt gcaaagaatg tgtccttaga caatgtctta tctactttta tttcagcagc</w:t>
      </w:r>
    </w:p>
    <w:p w14:paraId="0F61FB1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tcggcaaggg tttgttgatt cagatgtaga aactaaagat gttgttgaat gtcttaaatt</w:t>
      </w:r>
    </w:p>
    <w:p w14:paraId="3CE9659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gtcacatcaa tctgacatag aagttactgg cgatagttgt aataactata tgctcaccta</w:t>
      </w:r>
    </w:p>
    <w:p w14:paraId="60EAFDF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taacaaagtt gaaaacatga caccccgtga ccttggtgct tgtattgact gtagtgcgcg</w:t>
      </w:r>
    </w:p>
    <w:p w14:paraId="321EAC3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tcatattaat gcgcaggtag caaaaagtca caacattact ttgatatgga acgttaaaga</w:t>
      </w:r>
    </w:p>
    <w:p w14:paraId="5DC1F45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tttcatgtca ttgtctgaac aactacgaaa acaaatacgt agtgctgcta aaaagaataa</w:t>
      </w:r>
    </w:p>
    <w:p w14:paraId="74C70A6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cttacctttt aagttgacat gtgcaactac tagacaagtt gttaatgttg taacaacaaa</w:t>
      </w:r>
    </w:p>
    <w:p w14:paraId="12E669E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gatagcactt aagggtggta aaattgttaa taattggttg aagcagttaa ttaaagttac</w:t>
      </w:r>
    </w:p>
    <w:p w14:paraId="2C7AB3F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acttgtgttc ctttttgttg ctgctatttt ctatttaata acacctgttc atgtcatgtc</w:t>
      </w:r>
    </w:p>
    <w:p w14:paraId="7A55EE4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taaacatact gacttttcaa gtgaaatcat aggatacaag gctattgatg gtggtgtcac</w:t>
      </w:r>
    </w:p>
    <w:p w14:paraId="4DA30FC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tcgtgacata gcatctacag atacttgttt tgctaacaaa catgctgatt ttgacacatg</w:t>
      </w:r>
    </w:p>
    <w:p w14:paraId="03A22EF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gtttagccag cgtggtggta gttatactaa tgacaaagct tgcccattga ttgctgcagt</w:t>
      </w:r>
    </w:p>
    <w:p w14:paraId="7FF0D7D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cataacaaga gaagtgggtt ttgtcgtgcc tggtttgcct ggcacgatat tacgcacaac</w:t>
      </w:r>
    </w:p>
    <w:p w14:paraId="5594C3E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taatggtgac tttttgcatt tcttacctag agtttttagt gcagttggta acatctgtta</w:t>
      </w:r>
    </w:p>
    <w:p w14:paraId="472C06F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cacaccatca aaacttatag agtacactga ctttgcaaca tcagcttgtg ttttggctgc</w:t>
      </w:r>
    </w:p>
    <w:p w14:paraId="7F14760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tgaatgtaca atttttaaag atgcttctgg taagccagta ccatattgtt atgataccaa</w:t>
      </w:r>
    </w:p>
    <w:p w14:paraId="4F0159F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tgtactagaa ggttctgttg cttatgaaag tttacgccct gacacacgtt atgtgctcat</w:t>
      </w:r>
    </w:p>
    <w:p w14:paraId="01E4333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ggatggctct attattcaat ttcctaacac ctaccttgaa ggttctgtta gagtggtaac</w:t>
      </w:r>
    </w:p>
    <w:p w14:paraId="2A8D957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aacttttgat tctgagtact gtaggcacgg cacttgtgaa agatcagaag ctggtgtttg</w:t>
      </w:r>
    </w:p>
    <w:p w14:paraId="14AB602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tgtatctact agtggtagat gggtacttaa caatgattat tacagatctt taccaggagt</w:t>
      </w:r>
    </w:p>
    <w:p w14:paraId="0D93AC6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tttctgtggt gtagatgctg taaatttact tactaatatg tttacaccac taattcaacc</w:t>
      </w:r>
    </w:p>
    <w:p w14:paraId="754AB4A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tattggtgct ttggacatat cagcatctat agtagctggt ggtattgtag ctatcgtagt</w:t>
      </w:r>
    </w:p>
    <w:p w14:paraId="4E01497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aacatgcctt gcctactatt ttatgaggtt tagaagagct tttggtgaat acagtcatgt</w:t>
      </w:r>
    </w:p>
    <w:p w14:paraId="226BB87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agttgccttt aatactttac tattccttat gtcattcact gtactctgtt taacaccagt</w:t>
      </w:r>
    </w:p>
    <w:p w14:paraId="198F7D9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ttactcattc ttacctggtg tttattctgt tatttacttg tacttgacat tttatcttac</w:t>
      </w:r>
    </w:p>
    <w:p w14:paraId="30D2396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taatgatgtt tcttttttag cacatattca gtggatggtt atgttcacac ctttagtacc</w:t>
      </w:r>
    </w:p>
    <w:p w14:paraId="0BF1616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tttctggata acaattgctt atatcatttg tatttccaca aagcatttct attggttctt</w:t>
      </w:r>
    </w:p>
    <w:p w14:paraId="4631F08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tagtaattac ctaaagagac gtgtagtctt taatggtgtt tcctttagta cttttgaaga</w:t>
      </w:r>
    </w:p>
    <w:p w14:paraId="04E6260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agctgcgctg tgcacctttt tgttaaataa agaaatgtat ctaaagttgc gtagtgatgt</w:t>
      </w:r>
    </w:p>
    <w:p w14:paraId="0C4E3F2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gctattacct cttacgcaat ataatagata cttagctctt tataataagt acaagtattt</w:t>
      </w:r>
    </w:p>
    <w:p w14:paraId="30D975C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tagtggagca atggatacaa ctagctacag agaagctgct tgttgtcatc tcgcaaaggc</w:t>
      </w:r>
    </w:p>
    <w:p w14:paraId="2187955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tctcaatgac ttcagtaact caggttctga tgttctttac caaccaccac aaatctctat</w:t>
      </w:r>
    </w:p>
    <w:p w14:paraId="6978890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cacctcagct gttttgcaga gtggttttag aaaaatggca ttcccatctg gtaaagttga</w:t>
      </w:r>
    </w:p>
    <w:p w14:paraId="502E101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gggttgtatg gtacaagtaa cttgtggtac aactacactt aacggtcttt ggcttgatga</w:t>
      </w:r>
    </w:p>
    <w:p w14:paraId="122BF27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cgtagtttac tgtccaagac atgtgatctg cacctctgaa gacatgctta accctaatta</w:t>
      </w:r>
    </w:p>
    <w:p w14:paraId="3B0163D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tgaagattta ctcattcgta agtctaatca taatttcttg gtacaggctg gtaatgttca</w:t>
      </w:r>
    </w:p>
    <w:p w14:paraId="3F61350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actcagggtt attggacatt ctatgcaaaa ttgtgtactt aagcttaagg ttgatacagc</w:t>
      </w:r>
    </w:p>
    <w:p w14:paraId="0F3C57A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caatcctaag acacctaagt ataagtttgt tcgcattcaa ccaggacaga ctttttcagt</w:t>
      </w:r>
    </w:p>
    <w:p w14:paraId="18FAD8F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gttagcttgt tacaatggtt caccatctgg tgtttaccaa tgtgctatga ggcacaattt</w:t>
      </w:r>
    </w:p>
    <w:p w14:paraId="6A63346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cactattaag ggttcattcc ttaatggttc atgtggtagt gttggtttta acatagatta</w:t>
      </w:r>
    </w:p>
    <w:p w14:paraId="7ADE531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tgactgtgtc tctttttgtt acatgcacca tatggaatta ccaactggag ttcatgctgg</w:t>
      </w:r>
    </w:p>
    <w:p w14:paraId="3E26AD5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cacagactta gaaggtaact tttatggacc ttttgttgac aggcaaacag cacaagcagc</w:t>
      </w:r>
    </w:p>
    <w:p w14:paraId="6CD4B28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tggtacggac acaactatta cagttaatgt tttagcttgg ttgtacgctg ctgttataaa</w:t>
      </w:r>
    </w:p>
    <w:p w14:paraId="36D2C42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tggagacagg tggtttctca atcgatttac cacaactctt aatgacttta accttgtggc</w:t>
      </w:r>
    </w:p>
    <w:p w14:paraId="4EBC12F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tatgaagtac aattatgaac ctctaacaca agaccatgtt gacatactag gacctctttc</w:t>
      </w:r>
    </w:p>
    <w:p w14:paraId="20305EC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tgctcaaact ggaattgccg ttttagatat gtgtgcttca ttaaaagaat tactgcaaaa</w:t>
      </w:r>
    </w:p>
    <w:p w14:paraId="7AB1CCD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tggtatgaat ggacgtacca tattgggtag tgctttatta gaagatgaat ttacaccttt</w:t>
      </w:r>
    </w:p>
    <w:p w14:paraId="120C434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tgatgttgtt agacaatgct caggtgttac tttccaaagt gcagtgaaaa gaacaatcaa</w:t>
      </w:r>
    </w:p>
    <w:p w14:paraId="7B7EA9B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gggtacacac cactggttgt tactcacaat tttgacttca cttttagttt tagtccagag</w:t>
      </w:r>
    </w:p>
    <w:p w14:paraId="45422CB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tactcaatgg tctttgttct tttttttgta tgaaaatgcc tttttacctt ttgctatggg</w:t>
      </w:r>
    </w:p>
    <w:p w14:paraId="16BA7B4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tattattgct atgtctgctt ttgcaatgat gtttgtcaaa cataagcatg catttctctg</w:t>
      </w:r>
    </w:p>
    <w:p w14:paraId="0B17B32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tttgtttttg ttaccttctc ttgccactgt agcttatttt aatatggtct atatgcctgc</w:t>
      </w:r>
    </w:p>
    <w:p w14:paraId="2741862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tagttgggtg atgcgtatta tgacatggtt ggatatggtt gatactagtt ttaagctaaa</w:t>
      </w:r>
    </w:p>
    <w:p w14:paraId="17C4B14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agactgtgtt atgtatgcat cagctgtagt gttactaatc cttatgacag caagaactgt</w:t>
      </w:r>
    </w:p>
    <w:p w14:paraId="6FD2D21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gtatgatgat ggtgctagga gagtgtggac acttatgaat gtcttgacac tcgtttataa</w:t>
      </w:r>
    </w:p>
    <w:p w14:paraId="05D233D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agtttattat ggtaatgctt tagatcaagc catttccatg tgggctctta taatctctgt</w:t>
      </w:r>
    </w:p>
    <w:p w14:paraId="6C1A97C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tacttctaac tactcaggtg tagttacaac tgtcatgttt ttggccagag gtgttgtttt</w:t>
      </w:r>
    </w:p>
    <w:p w14:paraId="533E096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tatgtgtgtt gagtattgcc ctattttctt cataactggt aatacacttc agtgtataat</w:t>
      </w:r>
    </w:p>
    <w:p w14:paraId="0DFCB44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gctagtttat tgtttcttag gctatttttg tacttgttac tttggcctct tttgtttact</w:t>
      </w:r>
    </w:p>
    <w:p w14:paraId="329CD02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caaccgctac tttagactga ctcttggtgt ttatgattac ttagtttcta cacaggagtt</w:t>
      </w:r>
    </w:p>
    <w:p w14:paraId="44EB13A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tagatatatg aattcacagg gactactccc acccaagaat agcatagatg ccttcaaact</w:t>
      </w:r>
    </w:p>
    <w:p w14:paraId="095DEE8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caacattaaa ttgttgggtg ttggtggcaa accttgtatc aaagtagcca ctgtacagtc</w:t>
      </w:r>
    </w:p>
    <w:p w14:paraId="7395348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taaaatgtca gatgtaaagt gcacatcagt agtcttactc tcagttttgc aacaactcag</w:t>
      </w:r>
    </w:p>
    <w:p w14:paraId="3E0CACF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agtagaatca tcatctaaat tgtgggctca atgtgtccag ttacacaatg acattctctt</w:t>
      </w:r>
    </w:p>
    <w:p w14:paraId="0754EAE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agctaaagat actactgaag cctttgaaaa aatggtttca ctactttctg ttttgctttc</w:t>
      </w:r>
    </w:p>
    <w:p w14:paraId="5FC58CD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catgcagggt gctgtagaca taaacaagct ttgtgaagaa atgctggaca acagggcaac</w:t>
      </w:r>
    </w:p>
    <w:p w14:paraId="38B81E6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cttacaagct atagcctcag agtttagttc ccttccatca tatgcagctt ttgctactgc</w:t>
      </w:r>
    </w:p>
    <w:p w14:paraId="0A72D4D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tcaagaagct tatgagcagg ctgttgctaa tggtgattct gaagttgttc ttaaaaagtt</w:t>
      </w:r>
    </w:p>
    <w:p w14:paraId="725B44B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gaagaagtct ttgaatgtgg ctaaatctga atttgaccgt gatgcagcca tgcaacgtaa</w:t>
      </w:r>
    </w:p>
    <w:p w14:paraId="32691FA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gttggaaaag atggctgatc aagctatgac ccaaatgtat aaacaggcta gatctgagga</w:t>
      </w:r>
    </w:p>
    <w:p w14:paraId="05F0934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caagagggca aaagttacta gtgctatgca gacaatgctt ttcactatgc ttagaaagtt</w:t>
      </w:r>
    </w:p>
    <w:p w14:paraId="794FC2F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ggataatgat gcactcaaca acattatcaa caatgcaaga gatggttgtg ttcccttgaa</w:t>
      </w:r>
    </w:p>
    <w:p w14:paraId="03F68CD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cataatacct cttacaacag cagccaaact aatggttgtc ataccagact ataacacata</w:t>
      </w:r>
    </w:p>
    <w:p w14:paraId="2484EBB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taaaaatacg tgtgatggta caacatttac ttatgcatca gcattgtggg aaatccaaca</w:t>
      </w:r>
    </w:p>
    <w:p w14:paraId="1A54AC3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ggttgtagat gcagatagta aaattgttca acttagtgaa attagtatgg acaattcacc</w:t>
      </w:r>
    </w:p>
    <w:p w14:paraId="3D60A6A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taatttagca tggcctctta ttgtaacagc tttaagggcc aattctgctg tcaaattaca</w:t>
      </w:r>
    </w:p>
    <w:p w14:paraId="3FE6569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gaataatgag cttagtcctg ttgcactacg acagatgtct tgtgctgccg gtactacaca</w:t>
      </w:r>
    </w:p>
    <w:p w14:paraId="0294DDB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aactgcttgc actgatgaca atgcgttagc ttactacaac acaacaaagg gaggtaggtt</w:t>
      </w:r>
    </w:p>
    <w:p w14:paraId="240A567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tgtacttgca ctgttatccg atttacagga tttgaaatgg gctagattcc ctaagagtga</w:t>
      </w:r>
    </w:p>
    <w:p w14:paraId="3BA3509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tggaactggt actatctata cagaactgga accaccttgt aggtttgtta cagacacacc</w:t>
      </w:r>
    </w:p>
    <w:p w14:paraId="0358C24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taaaggtcct aaagtgaagt atttatactt tattaaagga ttaaacaacc taaatagagg</w:t>
      </w:r>
    </w:p>
    <w:p w14:paraId="7F20C69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tatggtactt ggtagtttag ctgccacagt acgtctacaa gctggtaatg caacagaagt</w:t>
      </w:r>
    </w:p>
    <w:p w14:paraId="276FC20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gcctgccaat tcaactgtat tatctttctg tgcttttgct gtagatgctg ctaaagctta</w:t>
      </w:r>
    </w:p>
    <w:p w14:paraId="0572AC4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caaagattat ctagctagtg ggggacaacc aatcactaat tgtgttaaga tgttgtgtac</w:t>
      </w:r>
    </w:p>
    <w:p w14:paraId="1B47182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acacactggt actggtcagg caataacagt cacaccggaa gccaatatgg atcaagaatc</w:t>
      </w:r>
    </w:p>
    <w:p w14:paraId="117732A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ctttggtggt gcatcgtgtt gtctgtactg ccgttgccac atagatcatc caaatcctaa</w:t>
      </w:r>
    </w:p>
    <w:p w14:paraId="24DF861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aggattttgt gacttaaaag gtaagtatgt acaaatacct acaacttgtg ctagtgaccc</w:t>
      </w:r>
    </w:p>
    <w:p w14:paraId="2E26F9A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tgtgggtttt acacttaaaa acacagtctg taccgtctgc ggtatgtgga aaggttatgg</w:t>
      </w:r>
    </w:p>
    <w:p w14:paraId="2843DCA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ctgtagttgt gatcaactcc gcgaacccat gcttcagtca gctgatgcac aatcgttttt</w:t>
      </w:r>
    </w:p>
    <w:p w14:paraId="4E749E8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aaacgggttt gcggtgtaag tgcagcccgt cttacaccgt gcggcacagg cactagtact</w:t>
      </w:r>
    </w:p>
    <w:p w14:paraId="6AF1784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gatgtcgtat acagggcttt tgacatctac aatgataaag tagctggttt tgctaaattc</w:t>
      </w:r>
    </w:p>
    <w:p w14:paraId="4CA1201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ctaaaaacta attgttgtcg cttccaagaa aaggacgaag atgacaattt aattgattct</w:t>
      </w:r>
    </w:p>
    <w:p w14:paraId="5C586DB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tactttgtag ttaagagaca cactttctct aactaccaac atgaagaaac aatttataat</w:t>
      </w:r>
    </w:p>
    <w:p w14:paraId="4775E62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ttacttaagg attgtccagc tgttgctaaa catgacttct ttaagtttag aatagacggt</w:t>
      </w:r>
    </w:p>
    <w:p w14:paraId="110AB2B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gacatggtac cacatatatc acgtcaacgt cttactaaat acacaatggc agacctcgtc</w:t>
      </w:r>
    </w:p>
    <w:p w14:paraId="6276124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tatgctttaa ggcattttga tgaaggtaat tgtgacacat taaaagaaat acttgtcaca</w:t>
      </w:r>
    </w:p>
    <w:p w14:paraId="66A92AA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tacaattgtt gtgatgatga ttatttcaat aaaaaggact ggtatgattt tgtagaaaac</w:t>
      </w:r>
    </w:p>
    <w:p w14:paraId="02D62D3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ccagatatat tacgcgtata cgccaactta ggtgaacgtg tacgccaagc tttgttaaaa</w:t>
      </w:r>
    </w:p>
    <w:p w14:paraId="6D91B46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acagtacaat tctgtgatgc catgcgaaat gctggtattg ttggtgtact gacattagat</w:t>
      </w:r>
    </w:p>
    <w:p w14:paraId="09C2C55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aatcaagatc tcaatggtaa ctggtatgat ttcggtgatt tcatacaaac cacgccaggt</w:t>
      </w:r>
    </w:p>
    <w:p w14:paraId="10185C3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agtggagttc ctgttgtaga ttcttattat tcattgttaa tgcctatatt aaccttgacc</w:t>
      </w:r>
    </w:p>
    <w:p w14:paraId="11966EC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agggctttaa ctgcagagtc acatgttgac actgacttaa caaagcctta cattaagtgg</w:t>
      </w:r>
    </w:p>
    <w:p w14:paraId="5324254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gatttgttaa aatatgactt cacggaagag aggttaaaac tctttgaccg ttattttaaa</w:t>
      </w:r>
    </w:p>
    <w:p w14:paraId="2CB7DB7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tattgggatc agacatacca cccaaattgt gttaactgtt tggatgacag atgcattctg</w:t>
      </w:r>
    </w:p>
    <w:p w14:paraId="246BD5B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cattgtgcaa actttaatgt tttattctct acagtgttcc cacttacaag ttttggacca</w:t>
      </w:r>
    </w:p>
    <w:p w14:paraId="57F3047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ctagcgagaa aaatatttgt tgatggtgtt ccatttgtag tttcaactgg ataccacttc</w:t>
      </w:r>
    </w:p>
    <w:p w14:paraId="20FEC5B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agagagctag gtgttgtaca taatcaggat gtaaacttac atagctctag acttagtttt</w:t>
      </w:r>
    </w:p>
    <w:p w14:paraId="68F39C5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aaggaattac ttgtgtatgc tgctgaccct gctatgcacg ctgcttctgg taatctatta</w:t>
      </w:r>
    </w:p>
    <w:p w14:paraId="64C1FC3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ctagataaac gcactacgtg cttttcagta gctgcactta ctaacaatgt tgcttttcaa</w:t>
      </w:r>
    </w:p>
    <w:p w14:paraId="00F69E4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actgtcaaac ccggtaattt taacaaagac ttctatgact ttgctgtgtc taagggtttc</w:t>
      </w:r>
    </w:p>
    <w:p w14:paraId="1023F0A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tttaaggaag gaagttctgt tgaattaaaa cacttcttct ttgctcagga tggtaatgct</w:t>
      </w:r>
    </w:p>
    <w:p w14:paraId="4DD2FF3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gctatcagcg attatgacta ctatcgttat aatctaccaa caatgtgtga tatcagacaa</w:t>
      </w:r>
    </w:p>
    <w:p w14:paraId="3296E00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ctactatttg tagttgaagt tgttgataag tactttgatt gttacgatgg tggctgtatt</w:t>
      </w:r>
    </w:p>
    <w:p w14:paraId="611E31E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aatgctaacc aagtcatcgt caacaaccta gacaaatcag ctggttttcc atttaataaa</w:t>
      </w:r>
    </w:p>
    <w:p w14:paraId="5E6C78C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tggggtaagg ctagacttta ttatgattca atgagttatg aggatcaaga tgcacttttc</w:t>
      </w:r>
    </w:p>
    <w:p w14:paraId="0263382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gcatatacaa aacgtaatgt catccctact ataactcaaa tgaatcttaa gtatgccatt</w:t>
      </w:r>
    </w:p>
    <w:p w14:paraId="336ED8C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agtgcaaaga atagagctcg caccgtagct ggtgtctcta tctgtagtac tatgaccaat</w:t>
      </w:r>
    </w:p>
    <w:p w14:paraId="3E805B7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agacagtttc atcaaaaatt attgaaatca atagccgcca ctagaggagc tactgtagta</w:t>
      </w:r>
    </w:p>
    <w:p w14:paraId="5D419BA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attggaacaa gcaaattcta tggtggttgg cacaatatgt taaaaactgt ttatagtgat</w:t>
      </w:r>
    </w:p>
    <w:p w14:paraId="38FE259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gtagaaaacc ctcaccttat gggttgggat tatcctaaat gtgatagagc catgcctaac</w:t>
      </w:r>
    </w:p>
    <w:p w14:paraId="08F4373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atgcttagaa ttatggcctc acttgttctt gctcgcaaac atacaacgtg ttgtagcttg</w:t>
      </w:r>
    </w:p>
    <w:p w14:paraId="1BF634E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tcacaccgtt tctatagatt agctaatgag tgtgctcaag tattgagtga aatggtcatg</w:t>
      </w:r>
    </w:p>
    <w:p w14:paraId="4F57930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tgtggcggtt cactatatgt taaaccaggt ggaacctcat caggagatgc cacaactgct</w:t>
      </w:r>
    </w:p>
    <w:p w14:paraId="6DB02D9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tatgctaata gtgtttttaa catttgtcaa gctgtcacgg ccaatgttaa tgcactttta</w:t>
      </w:r>
    </w:p>
    <w:p w14:paraId="1AD2B11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tctactgatg gtaacaaaat tgccgataag tatgtccgca atttacaaca cagactttat</w:t>
      </w:r>
    </w:p>
    <w:p w14:paraId="1FE1475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gagtgtctct atagaaatag agatgttgac acagactttg tgaatgagtt ttacgcatat</w:t>
      </w:r>
    </w:p>
    <w:p w14:paraId="207A384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ttgcgtaaac atttctcaat gatgatactc tctgacgatg ctgttgtgtg tttcaatagc</w:t>
      </w:r>
    </w:p>
    <w:p w14:paraId="0BCE090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acttatgcat ctcaaggtct agtggctagc ataaagaact ttaagtcagt tctttattat</w:t>
      </w:r>
    </w:p>
    <w:p w14:paraId="7A3D60C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caaaacaatg tttttatgtc tgaagcaaaa tgttggactg agactgacct tactaaagga</w:t>
      </w:r>
    </w:p>
    <w:p w14:paraId="1FB7A41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cctcatgaat tttgctctca acatacaatg ctagttaaac agggtgatga ttatgtgtac</w:t>
      </w:r>
    </w:p>
    <w:p w14:paraId="631DE2E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cttccttacc cagatccatc aagaatccta ggggccggct gttttgtaga tgatatcgta</w:t>
      </w:r>
    </w:p>
    <w:p w14:paraId="0C97E4F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aaaacagatg gtacacttat gattgaacgg ttcgtgtctt tagctataga tgcttaccca</w:t>
      </w:r>
    </w:p>
    <w:p w14:paraId="3A3767B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cttactaaac atcctaatca ggagtatgct gatgtctttc atttgtactt acaatacata</w:t>
      </w:r>
    </w:p>
    <w:p w14:paraId="7A91BF3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agaaagctac atgatgagtt aacaggacac atgttagaca tgtattctgt tatgcttact</w:t>
      </w:r>
    </w:p>
    <w:p w14:paraId="4461EA5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aatgataaca cttcaaggta ttgggaacct gagttttatg aggctatgta cacaccgcat</w:t>
      </w:r>
    </w:p>
    <w:p w14:paraId="7B66DB9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acagtcttac aggctgttgg ggcttgtgtt ctttgcaatt cacagacttc attaagatgt</w:t>
      </w:r>
    </w:p>
    <w:p w14:paraId="340362E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ggtgcttgca tacgtagacc attcttatgt tgtaaatgct gttacgacca tgtcatatca</w:t>
      </w:r>
    </w:p>
    <w:p w14:paraId="00F7497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acatcacata aattagtctt gtctgttaat ccgtatgttt gcaatgctcc aggttgtgat</w:t>
      </w:r>
    </w:p>
    <w:p w14:paraId="29C9F72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gtcacagatg tgactcaact ttacttagga ggtatgagct attattgtaa atcacataaa</w:t>
      </w:r>
    </w:p>
    <w:p w14:paraId="441B715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ccacccatta gttttccatt gtgtgctaat ggacaagttt ttggtttata taaaaataca</w:t>
      </w:r>
    </w:p>
    <w:p w14:paraId="6BD87B6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tgtgttggta gcgataatgt tactgacttt aatgcaattg caacatgtga ctggacaaat</w:t>
      </w:r>
    </w:p>
    <w:p w14:paraId="6B02D73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gctggtgatt acattttagc taacacctgt actgaaagac tcaagctttt tgcagcagaa</w:t>
      </w:r>
    </w:p>
    <w:p w14:paraId="670726D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acgctcaaag ctactgagga gacatttaaa ctgtcttatg gtattgctac tgtacgtgaa</w:t>
      </w:r>
    </w:p>
    <w:p w14:paraId="186988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gtgctgtctg acagagaatt acatctttca tgggaagttg gtaaacctag accaccactt</w:t>
      </w:r>
    </w:p>
    <w:p w14:paraId="23AF2F2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aaccgaaatt atgtctttac tggttatcgt gtaactaaaa acagtaaagt acaaatagga</w:t>
      </w:r>
    </w:p>
    <w:p w14:paraId="12AF932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gagtacacct ttgaaaaagg tgactatggt gatgctgttg tttaccgagg tacaacaact</w:t>
      </w:r>
    </w:p>
    <w:p w14:paraId="74ACFF4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tacaaattaa atgttggtga ttattttgtg ctgacatcac atacagtaat gccattaagt</w:t>
      </w:r>
    </w:p>
    <w:p w14:paraId="2BCB3FC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gcacctacac tagtgccaca agagcactat gttagaatta ctggcttata cccaacactc</w:t>
      </w:r>
    </w:p>
    <w:p w14:paraId="2F59C90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aatatctcag atgagttttc tagcaatgtt gcaaattatc aaaaggttgg tatgcaaaag</w:t>
      </w:r>
    </w:p>
    <w:p w14:paraId="2281B2F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tattctacac tccagggacc acctggtact ggtaagagtc attttgctat tggcctagct</w:t>
      </w:r>
    </w:p>
    <w:p w14:paraId="64BB61A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ctctactacc cttctgctcg catagtgtat acagcttgct ctcatgccgc tgttgatgca</w:t>
      </w:r>
    </w:p>
    <w:p w14:paraId="039E3F2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ctatgtgaga aggcattaaa atatttgcct atagataaat gtagtagaat tatacctgca</w:t>
      </w:r>
    </w:p>
    <w:p w14:paraId="68E97BD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cgtgctcgtg tagagtgttt tgataaattc aaagtgaatt caacattaga acagtatgtc</w:t>
      </w:r>
    </w:p>
    <w:p w14:paraId="60406AD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ttttgtactg taaatgcatt gcctgagacg acagcagata tagttgtctt tgatgaaatt</w:t>
      </w:r>
    </w:p>
    <w:p w14:paraId="22500A2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tcaatggcca caaattatga tttgagtgtt gtcaatgcca gattacgtgc taagcactat</w:t>
      </w:r>
    </w:p>
    <w:p w14:paraId="73A3708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gtgtacattg gcgaccctgc tcaattacct gcaccacgca cattgctaac taagggcaca</w:t>
      </w:r>
    </w:p>
    <w:p w14:paraId="6020175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ctagaaccag aatatttcaa ttcagtgtgt agacttatga aaactatagg tccagacatg</w:t>
      </w:r>
    </w:p>
    <w:p w14:paraId="4A2C8F5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ttcctcggaa cttgtcggcg ttgtcctgct gaaattgttg acactgtgag tgctttggtt</w:t>
      </w:r>
    </w:p>
    <w:p w14:paraId="2A84E16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tatgataata agcttaaagc acataaagac aaatcagctc aatgctttaa aatgttttat</w:t>
      </w:r>
    </w:p>
    <w:p w14:paraId="46C8784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aagggtgtta tcacgcatga tgtttcatct gcaattaaca ggccacaaat aggcgtggta</w:t>
      </w:r>
    </w:p>
    <w:p w14:paraId="13BBDED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agagaattcc ttacacgtaa ccctgcttgg agaaaagctg tctttatttc accttataat</w:t>
      </w:r>
    </w:p>
    <w:p w14:paraId="295FBE4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tcacagaatg ctgtagcctc aaagattttg ggactaccaa ctcaaactgt tgattcatca</w:t>
      </w:r>
    </w:p>
    <w:p w14:paraId="5913BF8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cagggctcag aatatgacta tgtcatattc actcaaacca ctgaaacagc tcactcttgt</w:t>
      </w:r>
    </w:p>
    <w:p w14:paraId="65A6683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aatgtaaaca gatttaatgt tgctattacc agagcaaaag taggcatact ttgcataatg</w:t>
      </w:r>
    </w:p>
    <w:p w14:paraId="3BF7FFB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tctgatagag acctttatga caagttgcaa tttacaagtc ttgaaattcc acgtaggaat</w:t>
      </w:r>
    </w:p>
    <w:p w14:paraId="3419AFC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gtggcaactt tacaagctga aaatgtaaca ggactcttta aagattgtag taaggtaatc</w:t>
      </w:r>
    </w:p>
    <w:p w14:paraId="587923C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actgggttac atcctacaca ggcacctaca cacctcagtg ttgacactaa attcaaaact</w:t>
      </w:r>
    </w:p>
    <w:p w14:paraId="3A5E9C3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gaaggtttat gtgttgacgt acctggcata cctaaggaca tgacctatag aagactcatc</w:t>
      </w:r>
    </w:p>
    <w:p w14:paraId="5A9C3E7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tctatgatgg gttttaaaat gaattatcaa gttaatggtt accctaacat gtttatcacc</w:t>
      </w:r>
    </w:p>
    <w:p w14:paraId="3715AD4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cgcgaagaag ctataagaca tgtacgtgca tggattggct tcgatgtcga ggggtgtcat</w:t>
      </w:r>
    </w:p>
    <w:p w14:paraId="55A475C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gctactagag aagctgttgg taccaattta cctttacagc taggtttttc tacaggtgtt</w:t>
      </w:r>
    </w:p>
    <w:p w14:paraId="2146FAA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aacctagttg ctgtacctac aggttatgtt gatacaccta ataatacaga tttttccaga</w:t>
      </w:r>
    </w:p>
    <w:p w14:paraId="3B09DA3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gttagtgcta aaccaccgcc tggagatcaa tttaaacacc tcataccact tatgtacaaa</w:t>
      </w:r>
    </w:p>
    <w:p w14:paraId="04044C4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ggacttcctt ggaatgtagt gcgtataaag attgtacaaa tgttaagtga cacacttaaa</w:t>
      </w:r>
    </w:p>
    <w:p w14:paraId="33EE849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aatctctctg acagagtcgt atttgtctta tgggcacatg gctttgagtt gacatctatg</w:t>
      </w:r>
    </w:p>
    <w:p w14:paraId="6061CEC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aagtattttg tgaaaatagg acctgagcgc acctgttgtc tatgtgatag acgtgccaca</w:t>
      </w:r>
    </w:p>
    <w:p w14:paraId="23458E8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tgcttttcca ctgcttcaga cacttatgcc tgttggcatc attctattgg atttgattac</w:t>
      </w:r>
    </w:p>
    <w:p w14:paraId="3E7A287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gtctataatc cgtttatgat tgatgttcaa caatggggtt ttacaggtaa cctacaaagc</w:t>
      </w:r>
    </w:p>
    <w:p w14:paraId="6F6F190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aaccatgatc tgtattgtca agtccatggt aatgcacatg tagctagttg tgatgcaatc</w:t>
      </w:r>
    </w:p>
    <w:p w14:paraId="141FD31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atgactaggt gtctagctgt ccacgagtgc tttgttaagc gtgttgactg gactattgaa</w:t>
      </w:r>
    </w:p>
    <w:p w14:paraId="23F135E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tatcctataa ttggtgatga actgaagatt aatgcggctt gtagaaaggt tcaacacatg</w:t>
      </w:r>
    </w:p>
    <w:p w14:paraId="77AE9D8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gttgttaaag ctgcattatt agcagacaaa ttcccagttc ttcacgacat tggtaaccct</w:t>
      </w:r>
    </w:p>
    <w:p w14:paraId="00DD915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aaagctatta agtgtgtacc tcaagctgat gtagaatgga agttctatga tgcacagcct</w:t>
      </w:r>
    </w:p>
    <w:p w14:paraId="4F1CAB7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tgtagtgaca aagcttataa aatagaagaa ttattctatt cttatgccac acattctgac</w:t>
      </w:r>
    </w:p>
    <w:p w14:paraId="19EAC24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aaattcacag atggtgtatg cctattttgg aattgcaatg tcgatagata tcctgctaat</w:t>
      </w:r>
    </w:p>
    <w:p w14:paraId="5E2D19F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tccattgttt gtagatttga cactagagtg ctatctaacc ttaacttgcc tggttgtgat</w:t>
      </w:r>
    </w:p>
    <w:p w14:paraId="034A7E6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ggtggcagtt tgtatgtaaa taaacatgca ttccacacac cagcttttga taaaagtgct</w:t>
      </w:r>
    </w:p>
    <w:p w14:paraId="5BDF6B6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tttgttaatt taaaacaatt accatttttc tattactctg acagtccatg tgagtctcat</w:t>
      </w:r>
    </w:p>
    <w:p w14:paraId="2527A37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ggaaaacaag tagtgtcaga tatagattat gtaccactaa agtctgctac gtgtataaca</w:t>
      </w:r>
    </w:p>
    <w:p w14:paraId="7CB7B9D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cgttgcaatt taggtggtgc tgtctgtaga catcatgcta atgagtacag attgtatctc</w:t>
      </w:r>
    </w:p>
    <w:p w14:paraId="2F6064B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gatgcttata acatgatgat ctcagctggc tttagcttgt gggtttacaa acaatttgat</w:t>
      </w:r>
    </w:p>
    <w:p w14:paraId="20056A0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acttataacc tctggaacac ttttacaaga cttcagagtt tagaaaatgt ggcttttaat</w:t>
      </w:r>
    </w:p>
    <w:p w14:paraId="0AC126F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gttgtaaata agggacactt tgatggacaa cagggtgaag taccagtttc tatcattaat</w:t>
      </w:r>
    </w:p>
    <w:p w14:paraId="2F00DA2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aacactgttt acacaaaagt tgatggtgtt gatgtagaat tgtttgaaaa taaaacaaca</w:t>
      </w:r>
    </w:p>
    <w:p w14:paraId="4EBEC14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ttacctgtta atgtagcatt tgagctttgg gctaagcgca acattaaacc agtaccagag</w:t>
      </w:r>
    </w:p>
    <w:p w14:paraId="0709548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gtgaaaatac tcaataattt gggtgtggac attgctgcta atactgtgat ctgggactac</w:t>
      </w:r>
    </w:p>
    <w:p w14:paraId="0BFB839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aaaagagatg ctccagcaca tatatctact attggtgttt gttctatgac tgacatagcc</w:t>
      </w:r>
    </w:p>
    <w:p w14:paraId="4AF3666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aagaaaccaa ctgaaacgat ttgtgcacca ctcactgtct tttttgatgg tagagttgat</w:t>
      </w:r>
    </w:p>
    <w:p w14:paraId="76AC92F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ggtcaagtag acttatttag aaatgcccgt aatggtgttc ttattacaga aggtagtgtt</w:t>
      </w:r>
    </w:p>
    <w:p w14:paraId="558F499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aaaggtttac aaccatctgt aggtcccaaa caagctagtc ttaatggagt cacattaatt</w:t>
      </w:r>
    </w:p>
    <w:p w14:paraId="750674A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ggagaagccg taaaaacaca gttcaattat tataagaaag ttgatggtgt tgtccaacaa</w:t>
      </w:r>
    </w:p>
    <w:p w14:paraId="13B5115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ttacctgaaa cttactttac tcagagtaga aatttacaag aatttaaacc caggagtcaa</w:t>
      </w:r>
    </w:p>
    <w:p w14:paraId="246804B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atggaaattg atttcttaga attagctatg gatgaattca ttgaacggta taaattagaa</w:t>
      </w:r>
    </w:p>
    <w:p w14:paraId="4589917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ggctatgcct tcgaacatat cgtttatgga gattttagtc atagtcagtt aggtggttta</w:t>
      </w:r>
    </w:p>
    <w:p w14:paraId="499F13F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catctactga ttggactagc taaacgtttt aaggaatcac cttttgaatt agaagatttt</w:t>
      </w:r>
    </w:p>
    <w:p w14:paraId="76CCF2D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attcctatgg acagtacagt taaaaactat ttcataacag atgcgcaaac aggttcatct</w:t>
      </w:r>
    </w:p>
    <w:p w14:paraId="2F8D30B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aagtgtgtgt gttctgttat tgatttatta cttgatgatt ttgttgaaat aataaaatcc</w:t>
      </w:r>
    </w:p>
    <w:p w14:paraId="5691E99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caagatttat ctgtagtttc taaggttgtc aaagtgacta ttgactatac agaaatttca</w:t>
      </w:r>
    </w:p>
    <w:p w14:paraId="36BC1AC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tttatgcttt ggtgtaaaga tggccatgta gaaacatttt acccaaaatt acaatctagt</w:t>
      </w:r>
    </w:p>
    <w:p w14:paraId="695C2FF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caagcgtggc aaccgggtgt tgctatgcct aatctttaca aaatgcaaag aatgctatta</w:t>
      </w:r>
    </w:p>
    <w:p w14:paraId="10A8F13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gaaaagtgtg accttcaaaa ttatggtgat agtgcaacat tacctaaagg cataatgatg</w:t>
      </w:r>
    </w:p>
    <w:p w14:paraId="3C3BC18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aatgtcgcaa aatatactca actgtgtcaa tatttaaaca cattaacatt agctgtaccc</w:t>
      </w:r>
    </w:p>
    <w:p w14:paraId="5B7CF28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tataatatga gagttataca ttttggtgct ggttctgata aaggagttgc accaggtaca</w:t>
      </w:r>
    </w:p>
    <w:p w14:paraId="6370D04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gctgttttaa gacagtggtt gcctacgggt acgctgcttg tcgattcaga tcttaatgac</w:t>
      </w:r>
    </w:p>
    <w:p w14:paraId="79F3063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tttgtctctg atgcagattc aactttgatt ggtgattgtg caactgtaca tacagctaat</w:t>
      </w:r>
    </w:p>
    <w:p w14:paraId="7B423E5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aaatgggatc tcattattag tgatatgtac gaccctaaga ctaaaaatgt tacaaaagaa</w:t>
      </w:r>
    </w:p>
    <w:p w14:paraId="375DE7F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aatgactcta aagagggttt tttcacttac atttgtgggt ttatacaaca aaagctagct</w:t>
      </w:r>
    </w:p>
    <w:p w14:paraId="2898EBA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cttggaggtt ccgtggctat aaagataaca gaacattctt ggaatgctga tctttataag</w:t>
      </w:r>
    </w:p>
    <w:p w14:paraId="0D949E3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ctcatgggac acttcgcatg gtggacagcc tttgttacta atgtgaatgc gtcatcatct</w:t>
      </w:r>
    </w:p>
    <w:p w14:paraId="1985665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gaagcatttt taattggatg taattatctt ggcaaaccac gcgaacaaat agatggttat</w:t>
      </w:r>
    </w:p>
    <w:p w14:paraId="2DB3D55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gtcatgcatg caaattacat attttggagg aatacaaatc caattcagtt gtcttcctat</w:t>
      </w:r>
    </w:p>
    <w:p w14:paraId="670C849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tctttatttg acatgagtaa atttcccctt aaattaaggg gtactgctgt tatgtcttta</w:t>
      </w:r>
    </w:p>
    <w:p w14:paraId="66472C6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aaagaaggtc aaatcaatga tatgatttta tctcttctta gtaaaggtag acttataatt</w:t>
      </w:r>
    </w:p>
    <w:p w14:paraId="537E86C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agagaaaaca acagagttgt tatttctagt gatgttcttg ttaacaacta aacgaacaat</w:t>
      </w:r>
    </w:p>
    <w:p w14:paraId="3805CF6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gtttgttttt cttgttttat tgccactagt ctctagtcag tgtgttaatc ttacaaccag</w:t>
      </w:r>
    </w:p>
    <w:p w14:paraId="51F231A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aactcaatta ccccctgcat acactaattc tttcacacgt ggtgtttatt accctgacaa</w:t>
      </w:r>
    </w:p>
    <w:p w14:paraId="5366C27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agttttcaga tcctcagttt tacattcaac tcaggacttg ttcttacctt tcttttccaa</w:t>
      </w:r>
    </w:p>
    <w:p w14:paraId="283EDB9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tgttacttgg ttccatgtta tctctgggac caatggtact aagaggtttg ataaccctgt</w:t>
      </w:r>
    </w:p>
    <w:p w14:paraId="0E7B2EF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cctaccattt aatgatggtg tttattttgc ttccattgag aagtctaaca taataagagg</w:t>
      </w:r>
    </w:p>
    <w:p w14:paraId="26C4631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ctggattttt ggtactactt tagattcgaa gacccagtcc ctacttattg ttaataacgc</w:t>
      </w:r>
    </w:p>
    <w:p w14:paraId="5719274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tactaatgtt gttattaaag tctgtgaatt tcaattttgt aatgatccat ttttggacca</w:t>
      </w:r>
    </w:p>
    <w:p w14:paraId="7B0530D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caaaaacaac aaaagttgga tggaaagtga gttcagagtt tattctagtg cgaataattg</w:t>
      </w:r>
    </w:p>
    <w:p w14:paraId="112FF56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cacttttgaa tatgtctctc agccttttct tatggacctt gaaggaaaac agggtaattt</w:t>
      </w:r>
    </w:p>
    <w:p w14:paraId="77E68B4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caaaaatctt agggaatttg tgtttaagaa tattgatggt tattttaaaa tatattctaa</w:t>
      </w:r>
    </w:p>
    <w:p w14:paraId="627AA76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gcacacgcct attatagtgc gtgagccaga agatctccct cagggttttt cggctttaga</w:t>
      </w:r>
    </w:p>
    <w:p w14:paraId="16749DF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accattggta gatttgccaa taggtattaa catcactagg tttcaaactt tacttgcttt</w:t>
      </w:r>
    </w:p>
    <w:p w14:paraId="12DBEEA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acatagaagt tatttgactc ctggtgattc ttcttcaggt tggacagctg gtgctgcagc</w:t>
      </w:r>
    </w:p>
    <w:p w14:paraId="1A5E8CA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ttattatgtg ggttatcttc aacctaggac ttttctatta aaatataatg aaaatggaac</w:t>
      </w:r>
    </w:p>
    <w:p w14:paraId="3846A74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cattacagat gctgtagact gtgcacttga ccctctctca gaaacaaagt gtacgttgaa</w:t>
      </w:r>
    </w:p>
    <w:p w14:paraId="098D1D8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atccttcact gtagaaaaag gaatctatca aacttctaac tttagagtcc aaccaacaga</w:t>
      </w:r>
    </w:p>
    <w:p w14:paraId="05B179E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atctattgtt agatttccta atattacaaa cttgtgccct tttgatgaag tttttaacgc</w:t>
      </w:r>
    </w:p>
    <w:p w14:paraId="049DD0C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caccagattt gcatctgttt atgcttggaa caggaagaga atcagcaact gtgttgctga</w:t>
      </w:r>
    </w:p>
    <w:p w14:paraId="355E6D6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ttattctgtc ctatataatt tcgcaccatt tttcgctttt aagtgttatg gagtgtctcc</w:t>
      </w:r>
    </w:p>
    <w:p w14:paraId="0297FAD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tactaaatta aatgatctct gctttactaa tgtctatgca gattcatttg taattagagg</w:t>
      </w:r>
    </w:p>
    <w:p w14:paraId="1B7EA53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taatgaagtc agccaaatcg ctccagggca aactggaaat attgctgatt ataattataa</w:t>
      </w:r>
    </w:p>
    <w:p w14:paraId="649598D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attaccagat gattttacag gctgcgttat agcttggaat tctaacaagc ttgattctaa</w:t>
      </w:r>
    </w:p>
    <w:p w14:paraId="5A15106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ggttggtggt aattataatt acctgtatag attgtttagg aagtctaatc tcaaaccttt</w:t>
      </w:r>
    </w:p>
    <w:p w14:paraId="7522FDE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tgagagagat atttcaactg aaatctatca ggccggtaac aaaccttgta atggtgttgc</w:t>
      </w:r>
    </w:p>
    <w:p w14:paraId="5A7399D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aggttttaat tgttactttc ctttacgatc atatagtttc cgacccactt atggtgttgg</w:t>
      </w:r>
    </w:p>
    <w:p w14:paraId="1FE221A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tcaccaacca tacagagtag tagtactttc ttttgaactt ctacatgcac cagcaactgt</w:t>
      </w:r>
    </w:p>
    <w:p w14:paraId="4132CFC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ttgtggacct aaaaagtcta ctaatttggt taaaaacaaa tgtgtcaatt tcaacttcaa</w:t>
      </w:r>
    </w:p>
    <w:p w14:paraId="5558D3C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tggtttaaaa ggcacaggtg ttcttactga gtctaacaaa aagtttctgc ctttccaaca</w:t>
      </w:r>
    </w:p>
    <w:p w14:paraId="4BC1BA7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atttggcaga gacattgctg acactactga tgctgtccgt gatccacaga cacttgagat</w:t>
      </w:r>
    </w:p>
    <w:p w14:paraId="621AFEA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tcttgacatt acaccatgtt cttttggtgg tgtcagtgtt ataacaccag gaacaaatac</w:t>
      </w:r>
    </w:p>
    <w:p w14:paraId="40A953C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ttctaaccag gttgctgttc tttatcaggg tgttaactgc acagaagtcc ctgttgctat</w:t>
      </w:r>
    </w:p>
    <w:p w14:paraId="3B0072E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tcatgcagat caacttactc ctacttggcg tgtttattct acaggttcta atgtttttca</w:t>
      </w:r>
    </w:p>
    <w:p w14:paraId="1B43FD4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aacacgtgca ggctgtttaa taggggctga atatgtcaac aactcatatg agtgtgacat</w:t>
      </w:r>
    </w:p>
    <w:p w14:paraId="1A594B7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acccattggt gcaggtatat gcgctagtta tcagactcag actaagtctc atcggcgggc</w:t>
      </w:r>
    </w:p>
    <w:p w14:paraId="6EB0DB8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acgtagtgta gctagtcaat ccatcattgc ctacactatg tcacttggtg cagaaaattc</w:t>
      </w:r>
    </w:p>
    <w:p w14:paraId="11E3FA2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agttgcttac tctaataact ctattgccat acccacaaat tttactatta gtgttaccac</w:t>
      </w:r>
    </w:p>
    <w:p w14:paraId="7200981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agaaattcta ccagtgtcta tgaccaagac atcagtagat tgtacaatgt acatttgtgg</w:t>
      </w:r>
    </w:p>
    <w:p w14:paraId="1BD76FB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tgattcaact gaatgcagca atcttttgtt gcaatatggc agtttttgta cacaattaaa</w:t>
      </w:r>
    </w:p>
    <w:p w14:paraId="32E6874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acgtgcttta actggaatag ctgttgaaca agacaaaaac acccaagaag tttttgcaca</w:t>
      </w:r>
    </w:p>
    <w:p w14:paraId="50E115B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agtcaaacaa atttacaaaa caccaccaat taaatatttt ggtggtttta atttttcaca</w:t>
      </w:r>
    </w:p>
    <w:p w14:paraId="660B2D0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aatattacca gatccatcaa aaccaagcaa gaggtcattt attgaagatc tacttttcaa</w:t>
      </w:r>
    </w:p>
    <w:p w14:paraId="55CA4E3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caaagtgaca cttgcagatg ctggcttcat caaacaatat ggtgattgcc ttggtgatat</w:t>
      </w:r>
    </w:p>
    <w:p w14:paraId="4D26649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tgctgctaga gacctcattt gtgcacaaaa gtttaaaggc cttactgttt tgccaccttt</w:t>
      </w:r>
    </w:p>
    <w:p w14:paraId="54ED2CC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gctcacagat gaaatgattg ctcaatacac ttctgcactg ttagcgggta caatcacttc</w:t>
      </w:r>
    </w:p>
    <w:p w14:paraId="29DB8BD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tggttggacc tttggtgcag gtgctgcatt acaaatacca tttgctatgc aaatggctta</w:t>
      </w:r>
    </w:p>
    <w:p w14:paraId="668F62E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taggtttaat ggtattggag ttacacagaa tgttctctat gagaaccaaa aattgattgc</w:t>
      </w:r>
    </w:p>
    <w:p w14:paraId="25D24EE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caaccaattt aatagtgcta ttggcaaaat tcaagactca ctttcttcca cagcaagtgc</w:t>
      </w:r>
    </w:p>
    <w:p w14:paraId="1029A79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acttggaaaa cttcaagatg tggtcaacca taatgcacaa gctttaaaca cgcttgttaa</w:t>
      </w:r>
    </w:p>
    <w:p w14:paraId="29103EF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acaacttagc tccaaatttg gtgcaatttc aagtgtttta aatgatatct tttcacgtct</w:t>
      </w:r>
    </w:p>
    <w:p w14:paraId="6F4CC9D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tgacaaagtt gaggctgaag tgcaaattga taggttgatc acaggcagac ttcaaagttt</w:t>
      </w:r>
    </w:p>
    <w:p w14:paraId="6FE8592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gcagacatat gtgactcaac aattaattag agctgcagaa atcagagctt ctgctaatct</w:t>
      </w:r>
    </w:p>
    <w:p w14:paraId="3FB2215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tgctgctact aaaatgtcag agtgtgtact tggacaatca aaaagagttg atttttgtgg</w:t>
      </w:r>
    </w:p>
    <w:p w14:paraId="2FB5C22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aaagggctat catcttatgt ccttccctca gtcagcacct catggtgtag tcttcttgca</w:t>
      </w:r>
    </w:p>
    <w:p w14:paraId="6AE6FB5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tgtgacttat gtccctgcac aagaaaagaa cttcacaact gctcctgcca tttgtcatga</w:t>
      </w:r>
    </w:p>
    <w:p w14:paraId="3A44D48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tggaaaagca cactttcctc gtgaaggtgt ctttgtttca aatggcacac actggtttgt</w:t>
      </w:r>
    </w:p>
    <w:p w14:paraId="7D9B1BF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aacacaaagg aatttttatg aaccacaaat cattactaca gacaacacat ttgtgtctgg</w:t>
      </w:r>
    </w:p>
    <w:p w14:paraId="428D689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taactgtgat gttgtaatag gaattgtcaa caacacagtt tatgatcctt tgcaacctga</w:t>
      </w:r>
    </w:p>
    <w:p w14:paraId="45F14A3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attagattca ttcaaggagg agttagataa atattttaag aatcatacat caccagatgt</w:t>
      </w:r>
    </w:p>
    <w:p w14:paraId="54B9A52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tgatttaggt gacatctctg gcattaatgc ttcagttgta aacattcaaa aagaaattga</w:t>
      </w:r>
    </w:p>
    <w:p w14:paraId="7102B73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ccgcctcaat gaggttgcca agaatttaaa tgaatctctc atcgatctcc aagaacttgg</w:t>
      </w:r>
    </w:p>
    <w:p w14:paraId="103AB8B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aaagtatgag cagtatataa aatggccatg gtacatttgg ctaggtttta tagctggctt</w:t>
      </w:r>
    </w:p>
    <w:p w14:paraId="37CCAC6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gattgccata gtaatggtga caattatgct ttgctgtatg accagttgct gtagttgtct</w:t>
      </w:r>
    </w:p>
    <w:p w14:paraId="41FFC60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caagggctgt tgttcttgtg gatcctgctg caaatttgat gaagacgact ctgagccagt</w:t>
      </w:r>
    </w:p>
    <w:p w14:paraId="0C5D2B7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gctcaaagga gtcaaattac attacacata aacgaactta tggatttgtt tatgagaatc</w:t>
      </w:r>
    </w:p>
    <w:p w14:paraId="6D58AEF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ttcacaattg gaactgtaac tttgaagcaa ggtgaaatca aggatgctac tccttcagat</w:t>
      </w:r>
    </w:p>
    <w:p w14:paraId="7E3E4CC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tttgttcgcg ctactgcaac gataccgata caagcctcac tccctttcgg atggcttatt</w:t>
      </w:r>
    </w:p>
    <w:p w14:paraId="3713FD3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gttggcgttg cacttcttgc tgtttttcag agcgcttcca aaatcataac tctcaaaaag</w:t>
      </w:r>
    </w:p>
    <w:p w14:paraId="14E5936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agatggcaac tagcactctc caagggtgtt cactttgttt gcaacttgct gttgttgttt</w:t>
      </w:r>
    </w:p>
    <w:p w14:paraId="465586C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gtaacagttt actcacacct tttgctcgtt gctgctggcc ttgaagcccc ttttctctat</w:t>
      </w:r>
    </w:p>
    <w:p w14:paraId="5A20536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ctttatgctt tagtctactt cttgcagagt ataaactttg taagaataat aatgaggctt</w:t>
      </w:r>
    </w:p>
    <w:p w14:paraId="252BE7A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tggctttgct ggaaatgccg ttccaaaaac ccattacttt atgatgccaa ctattttctt</w:t>
      </w:r>
    </w:p>
    <w:p w14:paraId="2063316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tgctggcata ctaattgtta cgactattgt ataccttaca atagtgtaac ttcttcaatt</w:t>
      </w:r>
    </w:p>
    <w:p w14:paraId="186B5C0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gtcattactt caggtgatgg cacaacaagt cctatttctg aacatgacta ccagattggt</w:t>
      </w:r>
    </w:p>
    <w:p w14:paraId="69B5DB3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ggttatactg aaaaatggga atctggagta aaagactgtg ttgtattaca cagttacttc</w:t>
      </w:r>
    </w:p>
    <w:p w14:paraId="00A8D8E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acttcagact attaccagct gtacttaact caattgagta cagacactgg tgttgaacat</w:t>
      </w:r>
    </w:p>
    <w:p w14:paraId="6895E7A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gttaccttct tcatctacaa taaaattgtt gatgagcctg aagaacatgt ccaaattcac</w:t>
      </w:r>
    </w:p>
    <w:p w14:paraId="59E5451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acaatcgacg gttcatccgg agttgttaat ccagtaatgg aaccaattta tgatgaaccg</w:t>
      </w:r>
    </w:p>
    <w:p w14:paraId="4B99657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acgacgacta ctagcgtgcc tttgtaagca caagctgatg agtacgaact tatgtactca</w:t>
      </w:r>
    </w:p>
    <w:p w14:paraId="56D670B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ttcgtttcgg aagagatagg tacgttaata gttaatagcg tacttctttt tcttgctttc</w:t>
      </w:r>
    </w:p>
    <w:p w14:paraId="7BAE877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gtggtattct tgctagttac actagccatc cttactgcgc ttcgattgtg tgcgtactgc</w:t>
      </w:r>
    </w:p>
    <w:p w14:paraId="719118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tgcaatattg ttaacgtgag tcttgtaaaa ccttcttttt acgtttactc tcgtgttaaa</w:t>
      </w:r>
    </w:p>
    <w:p w14:paraId="666EB90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aatctgaatt cttctagagt tcctgatctt ctggtctaaa cgaactaaat attatattag</w:t>
      </w:r>
    </w:p>
    <w:p w14:paraId="40BD9F4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tttttctgtt tggaacttta attttagcca tggcaggttc caacggtact attaccgttg</w:t>
      </w:r>
    </w:p>
    <w:p w14:paraId="45936CA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aagagcttaa aaagctcctt gaagaatgga acctagtaat aggtttccta ttccttacat</w:t>
      </w:r>
    </w:p>
    <w:p w14:paraId="43BC666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ggatttgtct tctacaattt gcctatgcca acaggaatag gtttttgtat ataattaagt</w:t>
      </w:r>
    </w:p>
    <w:p w14:paraId="2DB0B96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taattttcct ctggctgtta tggccagtaa ctttaacttg ttttgtgctt gctgctgttt</w:t>
      </w:r>
    </w:p>
    <w:p w14:paraId="6FC4C12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acagaataaa ttggatcacc ggtggaattg ctatcgcaat ggcttgtctt gtaggcttga</w:t>
      </w:r>
    </w:p>
    <w:p w14:paraId="6A32421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tgtggctcag ctacttcatt gcttctttca gactgtttgc gcgtacgcgt tccatgtggt</w:t>
      </w:r>
    </w:p>
    <w:p w14:paraId="251D64D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cattcaatcc agaaactaac attcttctca acgtgccact ccatggcact attctgacca</w:t>
      </w:r>
    </w:p>
    <w:p w14:paraId="73B142D8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gaccgcttct agaaagtgaa ctcgtaatcg gagctgtgat ccttcgtgga catcttcgta</w:t>
      </w:r>
    </w:p>
    <w:p w14:paraId="725E5D0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ttgctggaca ccatctagga cgctgtgaca tcaaggacct gcctaaagaa atcactgttg</w:t>
      </w:r>
    </w:p>
    <w:p w14:paraId="292348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ctacatcacg aacgctttct tattacaaat tgggagcttc gcagcgtgta gcaggtgact</w:t>
      </w:r>
    </w:p>
    <w:p w14:paraId="49AA058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caggttttgc tgcatacagt cgctacagga ttggcaacta taaattaaac acagaccatt</w:t>
      </w:r>
    </w:p>
    <w:p w14:paraId="1AA2CC7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ccagtagcag tgacaatatt gctttgcttg tacagtaagt gacaacagat gtttcatctc</w:t>
      </w:r>
    </w:p>
    <w:p w14:paraId="728B6C9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gttgactttc aggttactat agcagagata ttactaatta ttatgcggac ttttaaagtt</w:t>
      </w:r>
    </w:p>
    <w:p w14:paraId="69D2AC6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tccatttgga atcttgatta catcataaac ctcataatta aaaatttatc taagtcacta</w:t>
      </w:r>
    </w:p>
    <w:p w14:paraId="522C146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actgagaata aatattctca attagatgaa gagcaaccaa tggagattga ttaaacgaac</w:t>
      </w:r>
    </w:p>
    <w:p w14:paraId="001877D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atgaaaatta ttcttttctt ggcactgata acactcgcta cttgtgagct ttatcactac</w:t>
      </w:r>
    </w:p>
    <w:p w14:paraId="45BAF9B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caagagtgtg ttagaggtac aacagtactt ttaaaagaac cttgctcttc tggaacatac</w:t>
      </w:r>
    </w:p>
    <w:p w14:paraId="310B475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gagggcaatt caccatttca tcctctagct gataacaaat ttgcactgac ttgctttagc</w:t>
      </w:r>
    </w:p>
    <w:p w14:paraId="18BD866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actcaatttg cttttgcttg tcctgacggc gtaaaacacg tctatcagtt acgtgccaga</w:t>
      </w:r>
    </w:p>
    <w:p w14:paraId="39D9685F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tcagtttcac ctaaactgtt catcagacaa gaggaagttc aagaacttta ctctccaatt</w:t>
      </w:r>
    </w:p>
    <w:p w14:paraId="6485C74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tttcttattg ttgcggcaat agtgtttata acactttgct tcacactcaa aagaaagaca</w:t>
      </w:r>
    </w:p>
    <w:p w14:paraId="7B3A9C3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gaatgattga actttcatta attgacttct atttgtgctt tttagccttt ctgttattcc</w:t>
      </w:r>
    </w:p>
    <w:p w14:paraId="12872D3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ttgttttaat tatgcttatt atcttttggt tctcacttga actgcaagat cataatgaaa</w:t>
      </w:r>
    </w:p>
    <w:p w14:paraId="66DE64F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cttgtcacgc ctaaacgaac atgaaatttc ttgttttctt aggaatcatc acaactgtag</w:t>
      </w:r>
    </w:p>
    <w:p w14:paraId="7CD4CE64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ctgcatttca ccaagaatgt agtttacagt catgtactca acatcaacca tatgtagttg</w:t>
      </w:r>
    </w:p>
    <w:p w14:paraId="0AFED10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atgacccgtg tcctattcac ttctattcta aatggtatat tagagtagga gctagaaaat</w:t>
      </w:r>
    </w:p>
    <w:p w14:paraId="6CA5FFB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cagcaccttt aattgaattg tgcgtggatg aggctggttc taaatcaccc attcagtaca</w:t>
      </w:r>
    </w:p>
    <w:p w14:paraId="3750DBB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tcgatatcgg taattataca gtttcctgtt taccttttac aattaattgc caggaaccta</w:t>
      </w:r>
    </w:p>
    <w:p w14:paraId="3409BE3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aattgggtag tcttgtagtg cgttgttcgt tctatgaaga ctttttagag tatcatgacg</w:t>
      </w:r>
    </w:p>
    <w:p w14:paraId="74D4244A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ttcgtgttgt tttagatttc atctaaacga acaaacttaa atgtctgata atggacccca</w:t>
      </w:r>
    </w:p>
    <w:p w14:paraId="09812DF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aaatcagcga aatgcactcc gcattacgtt tggtggaccc tcagattcaa ctggcagtaa</w:t>
      </w:r>
    </w:p>
    <w:p w14:paraId="3BCBF7D3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ccagaatggt ggggcgcgat caaaacaacg tcggccccaa ggtttaccca ataatactgc</w:t>
      </w:r>
    </w:p>
    <w:p w14:paraId="1AEF36D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gtcttggttc accgctctca ctcaacatgg caaggaagac cttaaattcc ctcgaggaca</w:t>
      </w:r>
    </w:p>
    <w:p w14:paraId="661894A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aggcgttcca attaacacca atagcagtcc agatgaccaa attggctact accgaagagc</w:t>
      </w:r>
    </w:p>
    <w:p w14:paraId="580A9DE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taccagacga attcgtggtg gtgacggtaa aatgaaagat ctcagtccaa gatggtattt</w:t>
      </w:r>
    </w:p>
    <w:p w14:paraId="2A57C63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ctactaccta ggaactgggc cagaagctgg acttccctat ggtgctaaca aagacggcat</w:t>
      </w:r>
    </w:p>
    <w:p w14:paraId="045AE62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catatgggtt gcaactgagg gagccttgaa tacaccaaaa gatcacattg gcacccgcaa</w:t>
      </w:r>
    </w:p>
    <w:p w14:paraId="2E3CEB72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tcctgctaac aatgctgcaa tcgtgctaca acttcctcaa ggaacaacat tgccaaaagg</w:t>
      </w:r>
    </w:p>
    <w:p w14:paraId="7221368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cttctacgca gaagggagca gaggcggcag tcaagcctct tctcgttcct catcacgtag</w:t>
      </w:r>
    </w:p>
    <w:p w14:paraId="7F34AE4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tcgcaacagt tcaagaaatt caactccagg caactctaaa cgaacttctc ctgctagaat</w:t>
      </w:r>
    </w:p>
    <w:p w14:paraId="230EDBA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ggctggcaat ggcggtgatg ctgctcttgc tttgctgctg cttgacagat tgaaccagct</w:t>
      </w:r>
    </w:p>
    <w:p w14:paraId="0C0D1A8B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tgagagcaaa atgtctggta aaggccaaca acaacaaggc caaactgtca ctaagaaatc</w:t>
      </w:r>
    </w:p>
    <w:p w14:paraId="6DBFF28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tgctgctgag gcttctaaga agcctcggca aaaacgtact gccactaaag catacaatgt</w:t>
      </w:r>
    </w:p>
    <w:p w14:paraId="77C903E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aacacaagct ttcggcagac gtggtccaga acaaacccaa ggaaattttg gggaccagga</w:t>
      </w:r>
    </w:p>
    <w:p w14:paraId="75A8B346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actaatcaga caaggaactg attacaaaca ttggccgcaa attgcacaat ttgcccccag</w:t>
      </w:r>
    </w:p>
    <w:p w14:paraId="63F28155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cgcttcagcg ttcttcggaa tgtcgcgcat tggcatggaa gtcacacctt cgggaacgtg</w:t>
      </w:r>
    </w:p>
    <w:p w14:paraId="6958924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gttgacctac acaggtgcca tcaaattgga tgacaaagat ccaaatttca aagatcaagt</w:t>
      </w:r>
    </w:p>
    <w:p w14:paraId="05F0F6C1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cattttgctg aataagcata ttgacgcata caaaacattc ccaccaacag agcctaaaaa</w:t>
      </w:r>
    </w:p>
    <w:p w14:paraId="083703BD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ggacaaaaag aagaaggctg atgaaactca agccttaccg cagagacaga agaaacagca</w:t>
      </w:r>
    </w:p>
    <w:p w14:paraId="419710E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aactgtgact cttcttcctg ctgcagattt ggatgatttc tccaaacaat tgcaacaatc</w:t>
      </w:r>
    </w:p>
    <w:p w14:paraId="5B710E77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catgagcagt gctgactcaa ctcaggccta aactcatgca gaccacacaa ggcagatggg</w:t>
      </w:r>
    </w:p>
    <w:p w14:paraId="1B44D82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ctatataaac gttttcgctt ttccgtttac gatatatagt ctactcttgt gcagaatgaa</w:t>
      </w:r>
    </w:p>
    <w:p w14:paraId="3B26143C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ttctcgtaac tacatagcac aagtagatgt agttaacttt aatctcacat agcaatcttt</w:t>
      </w:r>
    </w:p>
    <w:p w14:paraId="3EE30C2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aatcagtgtg taacattagg gaggacttga aagagccacc acattttcac cgaggccacg</w:t>
      </w:r>
    </w:p>
    <w:p w14:paraId="275508A9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cggagtacga tcgagtgtac agtgaacaat gctagggaga gctgcctata tggaagagcc</w:t>
      </w:r>
    </w:p>
    <w:p w14:paraId="0439F77E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ctaatgtgta aaattaa</w:t>
      </w:r>
    </w:p>
    <w:p w14:paraId="3ED843D0" w14:textId="77777777" w:rsidR="00795D6B" w:rsidRPr="00795D6B" w:rsidRDefault="00795D6B" w:rsidP="00795D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95D6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90E395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D6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95D6B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5C378A"/>
  <w15:chartTrackingRefBased/>
  <w15:docId w15:val="{991C24C2-D084-4E42-BD50-48CAA499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6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5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0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11056</Words>
  <Characters>63022</Characters>
  <Application>Microsoft Office Word</Application>
  <DocSecurity>0</DocSecurity>
  <Lines>525</Lines>
  <Paragraphs>147</Paragraphs>
  <ScaleCrop>false</ScaleCrop>
  <Company/>
  <LinksUpToDate>false</LinksUpToDate>
  <CharactersWithSpaces>73931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2023-03-03T12:45:00Z</dcterms:created>
  <dcterms:modified xsi:type="dcterms:W3CDTF">2023-03-03T12:46:00Z</dcterms:modified>
</cp:coreProperties>
</file>